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Макет буклета — внешний"/>
      </w:tblPr>
      <w:tblGrid>
        <w:gridCol w:w="4032"/>
        <w:gridCol w:w="576"/>
        <w:gridCol w:w="576"/>
        <w:gridCol w:w="4176"/>
        <w:gridCol w:w="576"/>
        <w:gridCol w:w="576"/>
        <w:gridCol w:w="4176"/>
      </w:tblGrid>
      <w:tr w:rsidR="001C31F6" w:rsidRPr="00B83A3A">
        <w:trPr>
          <w:trHeight w:hRule="exact" w:val="10800"/>
        </w:trPr>
        <w:tc>
          <w:tcPr>
            <w:tcW w:w="4032" w:type="dxa"/>
            <w:vAlign w:val="bottom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32"/>
            </w:tblGrid>
            <w:tr w:rsidR="001C31F6" w:rsidRPr="00B83A3A">
              <w:trPr>
                <w:trHeight w:hRule="exact" w:val="3600"/>
              </w:trPr>
              <w:tc>
                <w:tcPr>
                  <w:tcW w:w="4032" w:type="dxa"/>
                  <w:vAlign w:val="bottom"/>
                </w:tcPr>
                <w:p w:rsidR="001C31F6" w:rsidRPr="00B83A3A" w:rsidRDefault="00FF0035" w:rsidP="00FF0035">
                  <w:pPr>
                    <w:pStyle w:val="1"/>
                    <w:outlineLvl w:val="0"/>
                    <w:rPr>
                      <w:szCs w:val="56"/>
                    </w:rPr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1905</wp:posOffset>
                            </wp:positionH>
                            <wp:positionV relativeFrom="paragraph">
                              <wp:posOffset>1868805</wp:posOffset>
                            </wp:positionV>
                            <wp:extent cx="304800" cy="304800"/>
                            <wp:effectExtent l="0" t="0" r="0" b="0"/>
                            <wp:wrapTopAndBottom/>
                            <wp:docPr id="15" name="AutoShape 2" descr="Работа в России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CFD88F9" id="AutoShape 2" o:spid="_x0000_s1026" alt="Работа в России" style="position:absolute;margin-left:.15pt;margin-top:147.15pt;width:24pt;height:2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" filled="f" stroked="f">
                            <o:lock v:ext="edit" aspectratio="t"/>
                            <w10:wrap type="topAndBottom"/>
                          </v:rect>
                        </w:pict>
                      </mc:Fallback>
                    </mc:AlternateContent>
                  </w:r>
                  <w:r w:rsidRPr="00FF0035">
                    <w:rPr>
                      <w:rFonts w:asciiTheme="minorHAnsi" w:eastAsiaTheme="minorHAnsi" w:hAnsiTheme="minorHAnsi" w:cstheme="minorBidi"/>
                      <w:color w:val="4C483D" w:themeColor="text2"/>
                      <w:sz w:val="20"/>
                    </w:rPr>
                    <w:t xml:space="preserve"> </w:t>
                  </w:r>
                  <w:r w:rsidRPr="00FF0035">
                    <w:rPr>
                      <w:szCs w:val="56"/>
                    </w:rPr>
                    <mc:AlternateContent>
                      <mc:Choice Requires="wps">
                        <w:drawing>
                          <wp:inline distT="0" distB="0" distL="0" distR="0">
                            <wp:extent cx="2552700" cy="514350"/>
                            <wp:effectExtent l="0" t="0" r="0" b="0"/>
                            <wp:docPr id="16" name="Прямоугольник 16" descr="Работа в России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552700" cy="514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06D8B" w:rsidRDefault="00C06D8B" w:rsidP="00C06D8B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16" o:spid="_x0000_s1026" alt="Работа в России" style="width:201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" filled="f" stroked="f">
                            <o:lock v:ext="edit" aspectratio="t"/>
                            <v:textbox>
                              <w:txbxContent>
                                <w:p w:rsidR="00C06D8B" w:rsidRDefault="00C06D8B" w:rsidP="00C06D8B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</w:tr>
            <w:tr w:rsidR="001C31F6" w:rsidRPr="00B83A3A">
              <w:trPr>
                <w:trHeight w:hRule="exact" w:val="7200"/>
              </w:trPr>
              <w:tc>
                <w:tcPr>
                  <w:tcW w:w="4032" w:type="dxa"/>
                  <w:shd w:val="clear" w:color="auto" w:fill="F24F4F" w:themeFill="accent1"/>
                </w:tcPr>
                <w:p w:rsidR="0066023F" w:rsidRPr="0066023F" w:rsidRDefault="0066023F" w:rsidP="0066023F">
                  <w:pPr>
                    <w:pStyle w:val="ae"/>
                    <w:rPr>
                      <w:b/>
                      <w:u w:val="single"/>
                    </w:rPr>
                  </w:pPr>
                  <w:r w:rsidRPr="0066023F">
                    <w:rPr>
                      <w:b/>
                      <w:u w:val="single"/>
                    </w:rPr>
                    <w:t>Телефон горячей линии:</w:t>
                  </w:r>
                </w:p>
                <w:p w:rsidR="001C31F6" w:rsidRDefault="0066023F" w:rsidP="0066023F">
                  <w:pPr>
                    <w:pStyle w:val="ae"/>
                    <w:rPr>
                      <w:b/>
                      <w:sz w:val="40"/>
                      <w:szCs w:val="40"/>
                    </w:rPr>
                  </w:pPr>
                  <w:r w:rsidRPr="0066023F">
                    <w:rPr>
                      <w:b/>
                      <w:sz w:val="40"/>
                      <w:szCs w:val="40"/>
                    </w:rPr>
                    <w:t>(423)</w:t>
                  </w:r>
                  <w:r>
                    <w:rPr>
                      <w:b/>
                      <w:sz w:val="40"/>
                      <w:szCs w:val="40"/>
                    </w:rPr>
                    <w:t xml:space="preserve"> </w:t>
                  </w:r>
                  <w:r w:rsidRPr="0066023F">
                    <w:rPr>
                      <w:b/>
                      <w:sz w:val="40"/>
                      <w:szCs w:val="40"/>
                    </w:rPr>
                    <w:t>222 – 76 -95</w:t>
                  </w:r>
                </w:p>
                <w:p w:rsidR="0066023F" w:rsidRDefault="0066023F" w:rsidP="0066023F">
                  <w:pPr>
                    <w:pStyle w:val="ae"/>
                    <w:rPr>
                      <w:b/>
                      <w:sz w:val="40"/>
                      <w:szCs w:val="40"/>
                    </w:rPr>
                  </w:pPr>
                </w:p>
                <w:p w:rsidR="0066023F" w:rsidRDefault="0066023F" w:rsidP="0066023F">
                  <w:pPr>
                    <w:pStyle w:val="ae"/>
                    <w:rPr>
                      <w:b/>
                      <w:sz w:val="40"/>
                      <w:szCs w:val="40"/>
                    </w:rPr>
                  </w:pPr>
                </w:p>
                <w:p w:rsidR="0066023F" w:rsidRPr="0066023F" w:rsidRDefault="0066023F" w:rsidP="0066023F">
                  <w:pPr>
                    <w:pStyle w:val="ae"/>
                    <w:jc w:val="center"/>
                    <w:rPr>
                      <w:b/>
                      <w:sz w:val="40"/>
                      <w:szCs w:val="40"/>
                      <w:u w:val="single"/>
                    </w:rPr>
                  </w:pPr>
                  <w:r w:rsidRPr="0066023F">
                    <w:rPr>
                      <w:b/>
                      <w:sz w:val="40"/>
                      <w:szCs w:val="40"/>
                      <w:u w:val="single"/>
                    </w:rPr>
                    <w:t>Портал</w:t>
                  </w:r>
                </w:p>
                <w:p w:rsidR="0066023F" w:rsidRPr="0066023F" w:rsidRDefault="0066023F" w:rsidP="0066023F">
                  <w:pPr>
                    <w:pStyle w:val="ae"/>
                    <w:jc w:val="center"/>
                    <w:rPr>
                      <w:b/>
                      <w:sz w:val="40"/>
                      <w:szCs w:val="40"/>
                    </w:rPr>
                  </w:pPr>
                  <w:r w:rsidRPr="0066023F">
                    <w:rPr>
                      <w:b/>
                      <w:sz w:val="40"/>
                      <w:szCs w:val="40"/>
                      <w:u w:val="single"/>
                    </w:rPr>
                    <w:t>«Работа в России»</w:t>
                  </w:r>
                </w:p>
                <w:p w:rsidR="0066023F" w:rsidRPr="0066023F" w:rsidRDefault="0066023F" w:rsidP="0066023F">
                  <w:pPr>
                    <w:pStyle w:val="ae"/>
                    <w:jc w:val="center"/>
                    <w:rPr>
                      <w:sz w:val="40"/>
                      <w:szCs w:val="40"/>
                    </w:rPr>
                  </w:pPr>
                  <w:r w:rsidRPr="0066023F">
                    <w:rPr>
                      <w:sz w:val="40"/>
                      <w:szCs w:val="40"/>
                    </w:rPr>
                    <w:t>https://trudvsem.ru/</w:t>
                  </w:r>
                </w:p>
              </w:tc>
            </w:tr>
          </w:tbl>
          <w:p w:rsidR="001C31F6" w:rsidRPr="00B83A3A" w:rsidRDefault="001C31F6">
            <w:pPr>
              <w:spacing w:after="160" w:line="259" w:lineRule="auto"/>
            </w:pPr>
          </w:p>
        </w:tc>
        <w:tc>
          <w:tcPr>
            <w:tcW w:w="576" w:type="dxa"/>
            <w:vAlign w:val="bottom"/>
          </w:tcPr>
          <w:p w:rsidR="001C31F6" w:rsidRPr="00B83A3A" w:rsidRDefault="001C31F6">
            <w:pPr>
              <w:spacing w:after="160" w:line="259" w:lineRule="auto"/>
            </w:pPr>
          </w:p>
        </w:tc>
        <w:tc>
          <w:tcPr>
            <w:tcW w:w="576" w:type="dxa"/>
          </w:tcPr>
          <w:p w:rsidR="001C31F6" w:rsidRPr="00B83A3A" w:rsidRDefault="001C31F6">
            <w:pPr>
              <w:spacing w:after="160" w:line="259" w:lineRule="auto"/>
            </w:pPr>
          </w:p>
        </w:tc>
        <w:tc>
          <w:tcPr>
            <w:tcW w:w="4176" w:type="dxa"/>
          </w:tcPr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4176"/>
            </w:tblGrid>
            <w:tr w:rsidR="001C31F6" w:rsidRPr="00B83A3A">
              <w:trPr>
                <w:trHeight w:hRule="exact" w:val="1440"/>
              </w:trPr>
              <w:tc>
                <w:tcPr>
                  <w:tcW w:w="5000" w:type="pct"/>
                </w:tcPr>
                <w:p w:rsidR="001C31F6" w:rsidRPr="00B83A3A" w:rsidRDefault="001C31F6"/>
              </w:tc>
            </w:tr>
            <w:tr w:rsidR="001C31F6" w:rsidRPr="00FF0035" w:rsidTr="000E22D1">
              <w:trPr>
                <w:cantSplit/>
                <w:trHeight w:hRule="exact" w:val="4364"/>
              </w:trPr>
              <w:tc>
                <w:tcPr>
                  <w:tcW w:w="5000" w:type="pct"/>
                  <w:textDirection w:val="btLr"/>
                </w:tcPr>
                <w:p w:rsidR="001C31F6" w:rsidRPr="00750C71" w:rsidRDefault="005A59EB">
                  <w:pPr>
                    <w:pStyle w:val="ab"/>
                    <w:spacing w:line="264" w:lineRule="auto"/>
                    <w:rPr>
                      <w:b/>
                      <w:color w:val="002060"/>
                      <w:sz w:val="32"/>
                      <w:szCs w:val="32"/>
                    </w:rPr>
                  </w:pPr>
                  <w:sdt>
                    <w:sdtPr>
                      <w:rPr>
                        <w:b/>
                        <w:color w:val="002060"/>
                        <w:sz w:val="32"/>
                        <w:szCs w:val="32"/>
                      </w:rPr>
                      <w:alias w:val="Организация"/>
                      <w:tag w:val=""/>
                      <w:id w:val="878906079"/>
                      <w:placeholder>
                        <w:docPart w:val="EAD23EAF5AD44D5F95A8A86DCB2B836F"/>
                      </w:placeholder>
                      <w:dataBinding w:prefixMappings="xmlns:ns0='http://schemas.openxmlformats.org/officeDocument/2006/extended-properties' " w:xpath="/ns0:Properties[1]/ns0:Company[1]" w:storeItemID="{6668398D-A668-4E3E-A5EB-62B293D839F1}"/>
                      <w:text/>
                    </w:sdtPr>
                    <w:sdtEndPr/>
                    <w:sdtContent>
                      <w:r w:rsidR="00FD40B6" w:rsidRPr="00750C71">
                        <w:rPr>
                          <w:b/>
                          <w:color w:val="002060"/>
                          <w:sz w:val="32"/>
                          <w:szCs w:val="32"/>
                        </w:rPr>
                        <w:t>КГКУ «ПРИМОРСКИЙ ЦЕНТР ЗАНЯТОСТИ НАСЕЛЕНИЯ»</w:t>
                      </w:r>
                    </w:sdtContent>
                  </w:sdt>
                </w:p>
                <w:p w:rsidR="00FD40B6" w:rsidRPr="00750C71" w:rsidRDefault="00FD40B6" w:rsidP="00FD40B6">
                  <w:pPr>
                    <w:pStyle w:val="a6"/>
                    <w:rPr>
                      <w:b/>
                      <w:color w:val="002060"/>
                      <w:sz w:val="24"/>
                      <w:szCs w:val="24"/>
                    </w:rPr>
                  </w:pPr>
                  <w:r w:rsidRPr="00750C71">
                    <w:rPr>
                      <w:b/>
                      <w:color w:val="002060"/>
                      <w:sz w:val="24"/>
                      <w:szCs w:val="24"/>
                    </w:rPr>
                    <w:t xml:space="preserve">г. Владивосток, ул. Пушкинская, д.13 </w:t>
                  </w:r>
                </w:p>
                <w:p w:rsidR="009C4085" w:rsidRPr="009C4085" w:rsidRDefault="009C4085" w:rsidP="000E22D1">
                  <w:pPr>
                    <w:spacing w:line="200" w:lineRule="exact"/>
                    <w:rPr>
                      <w:rFonts w:ascii="Times New Roman" w:eastAsia="Times New Roman" w:hAnsi="Times New Roman" w:cs="Times New Roman"/>
                      <w:b/>
                      <w:color w:val="002060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C4085">
                    <w:rPr>
                      <w:rFonts w:ascii="Times New Roman" w:eastAsia="Times New Roman" w:hAnsi="Times New Roman" w:cs="Times New Roman"/>
                      <w:b/>
                      <w:color w:val="002060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Телефон: (423) 220-91-50,</w:t>
                  </w:r>
                </w:p>
                <w:p w:rsidR="00FD40B6" w:rsidRPr="00FF0035" w:rsidRDefault="009C4085" w:rsidP="009C4085">
                  <w:pPr>
                    <w:pStyle w:val="a6"/>
                  </w:pPr>
                  <w:r w:rsidRPr="00750C71">
                    <w:rPr>
                      <w:rFonts w:ascii="Times New Roman" w:eastAsia="Times New Roman" w:hAnsi="Times New Roman" w:cs="Times New Roman"/>
                      <w:b/>
                      <w:color w:val="002060"/>
                      <w:kern w:val="0"/>
                      <w:sz w:val="24"/>
                      <w:szCs w:val="24"/>
                      <w:lang w:val="en-US" w:eastAsia="ru-RU"/>
                      <w14:ligatures w14:val="none"/>
                    </w:rPr>
                    <w:t>E</w:t>
                  </w:r>
                  <w:r w:rsidRPr="00FF0035">
                    <w:rPr>
                      <w:rFonts w:ascii="Times New Roman" w:eastAsia="Times New Roman" w:hAnsi="Times New Roman" w:cs="Times New Roman"/>
                      <w:b/>
                      <w:color w:val="002060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-</w:t>
                  </w:r>
                  <w:r w:rsidRPr="00750C71">
                    <w:rPr>
                      <w:rFonts w:ascii="Times New Roman" w:eastAsia="Times New Roman" w:hAnsi="Times New Roman" w:cs="Times New Roman"/>
                      <w:b/>
                      <w:color w:val="002060"/>
                      <w:kern w:val="0"/>
                      <w:sz w:val="24"/>
                      <w:szCs w:val="24"/>
                      <w:lang w:val="en-US" w:eastAsia="ru-RU"/>
                      <w14:ligatures w14:val="none"/>
                    </w:rPr>
                    <w:t>mail</w:t>
                  </w:r>
                  <w:r w:rsidRPr="00FF0035">
                    <w:rPr>
                      <w:rFonts w:ascii="Times New Roman" w:eastAsia="Times New Roman" w:hAnsi="Times New Roman" w:cs="Times New Roman"/>
                      <w:b/>
                      <w:color w:val="002060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 xml:space="preserve">: </w:t>
                  </w:r>
                  <w:hyperlink r:id="rId8" w:history="1">
                    <w:r w:rsidRPr="00750C71">
                      <w:rPr>
                        <w:rFonts w:ascii="Times New Roman" w:eastAsia="Times New Roman" w:hAnsi="Times New Roman" w:cs="Times New Roman"/>
                        <w:b/>
                        <w:color w:val="002060"/>
                        <w:kern w:val="0"/>
                        <w:sz w:val="24"/>
                        <w:szCs w:val="24"/>
                        <w:u w:val="single"/>
                        <w:lang w:val="en-US" w:eastAsia="ru-RU"/>
                        <w14:ligatures w14:val="none"/>
                      </w:rPr>
                      <w:t>vgcznvlad</w:t>
                    </w:r>
                    <w:r w:rsidRPr="00FF0035">
                      <w:rPr>
                        <w:rFonts w:ascii="Times New Roman" w:eastAsia="Times New Roman" w:hAnsi="Times New Roman" w:cs="Times New Roman"/>
                        <w:b/>
                        <w:color w:val="002060"/>
                        <w:kern w:val="0"/>
                        <w:sz w:val="24"/>
                        <w:szCs w:val="24"/>
                        <w:u w:val="single"/>
                        <w:lang w:eastAsia="ru-RU"/>
                        <w14:ligatures w14:val="none"/>
                      </w:rPr>
                      <w:t>@</w:t>
                    </w:r>
                    <w:r w:rsidRPr="00750C71">
                      <w:rPr>
                        <w:rFonts w:ascii="Times New Roman" w:eastAsia="Times New Roman" w:hAnsi="Times New Roman" w:cs="Times New Roman"/>
                        <w:b/>
                        <w:color w:val="002060"/>
                        <w:kern w:val="0"/>
                        <w:sz w:val="24"/>
                        <w:szCs w:val="24"/>
                        <w:u w:val="single"/>
                        <w:lang w:val="en-US" w:eastAsia="ru-RU"/>
                        <w14:ligatures w14:val="none"/>
                      </w:rPr>
                      <w:t>zanprim</w:t>
                    </w:r>
                    <w:r w:rsidRPr="00FF0035">
                      <w:rPr>
                        <w:rFonts w:ascii="Times New Roman" w:eastAsia="Times New Roman" w:hAnsi="Times New Roman" w:cs="Times New Roman"/>
                        <w:b/>
                        <w:color w:val="002060"/>
                        <w:kern w:val="0"/>
                        <w:sz w:val="24"/>
                        <w:szCs w:val="24"/>
                        <w:u w:val="single"/>
                        <w:lang w:eastAsia="ru-RU"/>
                        <w14:ligatures w14:val="none"/>
                      </w:rPr>
                      <w:t>.</w:t>
                    </w:r>
                    <w:r w:rsidRPr="00750C71">
                      <w:rPr>
                        <w:rFonts w:ascii="Times New Roman" w:eastAsia="Times New Roman" w:hAnsi="Times New Roman" w:cs="Times New Roman"/>
                        <w:b/>
                        <w:color w:val="002060"/>
                        <w:kern w:val="0"/>
                        <w:sz w:val="24"/>
                        <w:szCs w:val="24"/>
                        <w:u w:val="single"/>
                        <w:lang w:val="en-US" w:eastAsia="ru-RU"/>
                        <w14:ligatures w14:val="none"/>
                      </w:rPr>
                      <w:t>vladivostok</w:t>
                    </w:r>
                    <w:r w:rsidRPr="00FF0035">
                      <w:rPr>
                        <w:rFonts w:ascii="Times New Roman" w:eastAsia="Times New Roman" w:hAnsi="Times New Roman" w:cs="Times New Roman"/>
                        <w:b/>
                        <w:color w:val="002060"/>
                        <w:kern w:val="0"/>
                        <w:sz w:val="24"/>
                        <w:szCs w:val="24"/>
                        <w:u w:val="single"/>
                        <w:lang w:eastAsia="ru-RU"/>
                        <w14:ligatures w14:val="none"/>
                      </w:rPr>
                      <w:t>.</w:t>
                    </w:r>
                    <w:r w:rsidRPr="00750C71">
                      <w:rPr>
                        <w:rFonts w:ascii="Times New Roman" w:eastAsia="Times New Roman" w:hAnsi="Times New Roman" w:cs="Times New Roman"/>
                        <w:b/>
                        <w:color w:val="002060"/>
                        <w:kern w:val="0"/>
                        <w:sz w:val="24"/>
                        <w:szCs w:val="24"/>
                        <w:u w:val="single"/>
                        <w:lang w:val="en-US" w:eastAsia="ru-RU"/>
                        <w14:ligatures w14:val="none"/>
                      </w:rPr>
                      <w:t>ru</w:t>
                    </w:r>
                  </w:hyperlink>
                </w:p>
              </w:tc>
            </w:tr>
          </w:tbl>
          <w:p w:rsidR="001C31F6" w:rsidRPr="00FF0035" w:rsidRDefault="001C31F6">
            <w:pPr>
              <w:spacing w:after="160" w:line="259" w:lineRule="auto"/>
            </w:pPr>
          </w:p>
        </w:tc>
        <w:tc>
          <w:tcPr>
            <w:tcW w:w="576" w:type="dxa"/>
          </w:tcPr>
          <w:p w:rsidR="001C31F6" w:rsidRPr="00FF0035" w:rsidRDefault="001C31F6">
            <w:pPr>
              <w:spacing w:after="160" w:line="259" w:lineRule="auto"/>
            </w:pPr>
          </w:p>
        </w:tc>
        <w:tc>
          <w:tcPr>
            <w:tcW w:w="576" w:type="dxa"/>
          </w:tcPr>
          <w:p w:rsidR="001C31F6" w:rsidRPr="00FF0035" w:rsidRDefault="001C31F6">
            <w:pPr>
              <w:spacing w:after="160" w:line="259" w:lineRule="auto"/>
              <w:rPr>
                <w:color w:val="002060"/>
                <w:sz w:val="36"/>
                <w:szCs w:val="36"/>
              </w:rPr>
            </w:pPr>
          </w:p>
        </w:tc>
        <w:tc>
          <w:tcPr>
            <w:tcW w:w="4176" w:type="dxa"/>
          </w:tcPr>
          <w:tbl>
            <w:tblPr>
              <w:tblStyle w:val="a5"/>
              <w:tblW w:w="4417" w:type="dxa"/>
              <w:tblLayout w:type="fixed"/>
              <w:tblLook w:val="04A0" w:firstRow="1" w:lastRow="0" w:firstColumn="1" w:lastColumn="0" w:noHBand="0" w:noVBand="1"/>
            </w:tblPr>
            <w:tblGrid>
              <w:gridCol w:w="4417"/>
            </w:tblGrid>
            <w:tr w:rsidR="009453BB" w:rsidRPr="00FD40B6" w:rsidTr="0066023F">
              <w:trPr>
                <w:trHeight w:hRule="exact" w:val="717"/>
              </w:trPr>
              <w:tc>
                <w:tcPr>
                  <w:tcW w:w="5000" w:type="pct"/>
                  <w:tcBorders>
                    <w:bottom w:val="single" w:sz="12" w:space="0" w:color="F24F4F" w:themeColor="accent1"/>
                  </w:tcBorders>
                  <w:vAlign w:val="bottom"/>
                </w:tcPr>
                <w:p w:rsidR="001C31F6" w:rsidRPr="00FD40B6" w:rsidRDefault="009453BB" w:rsidP="009453BB">
                  <w:pPr>
                    <w:pStyle w:val="1"/>
                    <w:rPr>
                      <w:color w:val="002060"/>
                      <w:sz w:val="36"/>
                      <w:szCs w:val="36"/>
                    </w:rPr>
                  </w:pPr>
                  <w:r w:rsidRPr="00FD40B6">
                    <w:rPr>
                      <w:noProof/>
                      <w:sz w:val="36"/>
                      <w:szCs w:val="36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>
                            <wp:extent cx="304800" cy="304800"/>
                            <wp:effectExtent l="0" t="0" r="0" b="0"/>
                            <wp:docPr id="7" name="Прямоугольник 7" descr="Работа в России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5C596F67" id="Прямоугольник 7" o:spid="_x0000_s1026" alt="Работа в Росси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BT5XA09wIA&#10;AO0FAAAOAAAAAAAAAAAAAAAAAC4CAABkcnMvZTJvRG9jLnhtbFBLAQItABQABgAIAAAAIQBMoOks&#10;2AAAAAMBAAAPAAAAAAAAAAAAAAAAAFEFAABkcnMvZG93bnJldi54bWxQSwUGAAAAAAQABADzAAAA&#10;VgYAAAAA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  <w:r w:rsidR="00FD40B6" w:rsidRPr="00FD40B6">
                    <w:rPr>
                      <w:noProof/>
                      <w:sz w:val="36"/>
                      <w:szCs w:val="36"/>
                      <w:lang w:eastAsia="ru-RU"/>
                    </w:rPr>
                    <w:t xml:space="preserve"> </w:t>
                  </w:r>
                  <w:r w:rsidR="00FD40B6" w:rsidRPr="00FD40B6">
                    <w:rPr>
                      <w:noProof/>
                      <w:sz w:val="36"/>
                      <w:szCs w:val="36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0E21C5C9" wp14:editId="784FBE8C">
                            <wp:extent cx="2085975" cy="742950"/>
                            <wp:effectExtent l="0" t="0" r="0" b="0"/>
                            <wp:docPr id="4" name="AutoShape 6" descr="Работа в России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85975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47380DD1" id="AutoShape 6" o:spid="_x0000_s1026" alt="Работа в России" style="width:164.25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</w:tr>
            <w:tr w:rsidR="009453BB" w:rsidRPr="00FD40B6" w:rsidTr="00FD40B6">
              <w:trPr>
                <w:trHeight w:hRule="exact" w:val="4577"/>
              </w:trPr>
              <w:tc>
                <w:tcPr>
                  <w:tcW w:w="5000" w:type="pct"/>
                  <w:tcBorders>
                    <w:top w:val="single" w:sz="12" w:space="0" w:color="F24F4F" w:themeColor="accent1"/>
                  </w:tcBorders>
                </w:tcPr>
                <w:p w:rsidR="001C31F6" w:rsidRPr="00FD40B6" w:rsidRDefault="009453BB" w:rsidP="009453BB">
                  <w:pPr>
                    <w:pStyle w:val="a9"/>
                    <w:rPr>
                      <w:color w:val="002060"/>
                      <w:sz w:val="36"/>
                      <w:szCs w:val="36"/>
                    </w:rPr>
                  </w:pPr>
                  <w:r w:rsidRPr="00FD40B6">
                    <w:rPr>
                      <w:rFonts w:asciiTheme="majorHAnsi" w:eastAsiaTheme="majorEastAsia" w:hAnsiTheme="majorHAnsi" w:cstheme="majorBidi"/>
                      <w:b/>
                      <w:bCs/>
                      <w:color w:val="002060"/>
                      <w:sz w:val="36"/>
                      <w:szCs w:val="36"/>
                    </w:rPr>
                    <w:t>Программа государственной поддержки в 2021 году юридических лиц и индивидуальных предпринимателей при трудоустройстве</w:t>
                  </w:r>
                  <w:r w:rsidRPr="00FD40B6">
                    <w:rPr>
                      <w:rFonts w:asciiTheme="majorHAnsi" w:eastAsiaTheme="majorEastAsia" w:hAnsiTheme="majorHAnsi" w:cstheme="majorBidi"/>
                      <w:b/>
                      <w:bCs/>
                      <w:color w:val="002060"/>
                      <w:sz w:val="36"/>
                      <w:szCs w:val="36"/>
                    </w:rPr>
                    <w:t xml:space="preserve"> безработных граждан</w:t>
                  </w:r>
                </w:p>
              </w:tc>
            </w:tr>
            <w:tr w:rsidR="009453BB" w:rsidRPr="00FD40B6" w:rsidTr="00FD40B6">
              <w:trPr>
                <w:trHeight w:hRule="exact" w:val="4923"/>
              </w:trPr>
              <w:tc>
                <w:tcPr>
                  <w:tcW w:w="5000" w:type="pct"/>
                  <w:vAlign w:val="bottom"/>
                </w:tcPr>
                <w:p w:rsidR="001C31F6" w:rsidRPr="00FD40B6" w:rsidRDefault="009453BB" w:rsidP="00FD40B6">
                  <w:pPr>
                    <w:spacing w:after="160" w:line="264" w:lineRule="auto"/>
                    <w:rPr>
                      <w:color w:val="002060"/>
                      <w:sz w:val="36"/>
                      <w:szCs w:val="36"/>
                    </w:rPr>
                  </w:pPr>
                  <w:r w:rsidRPr="00FD40B6">
                    <w:rPr>
                      <w:color w:val="002060"/>
                      <w:sz w:val="36"/>
                      <w:szCs w:val="36"/>
                    </w:rPr>
                    <w:drawing>
                      <wp:inline distT="0" distB="0" distL="0" distR="0" wp14:anchorId="37520FDE" wp14:editId="623790F6">
                        <wp:extent cx="2743200" cy="2686050"/>
                        <wp:effectExtent l="0" t="0" r="0" b="0"/>
                        <wp:docPr id="1" name="Рисунок 1" descr="https://trudvsem.ru/information/resources/upload/info-pages/support-program/index-im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trudvsem.ru/information/resources/upload/info-pages/support-program/index-im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43200" cy="268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53BB" w:rsidRPr="00FD40B6" w:rsidTr="00FD40B6">
              <w:trPr>
                <w:trHeight w:hRule="exact" w:val="80"/>
              </w:trPr>
              <w:tc>
                <w:tcPr>
                  <w:tcW w:w="5000" w:type="pct"/>
                  <w:shd w:val="clear" w:color="auto" w:fill="F24F4F" w:themeFill="accent1"/>
                </w:tcPr>
                <w:p w:rsidR="001C31F6" w:rsidRPr="00FD40B6" w:rsidRDefault="001C31F6">
                  <w:pPr>
                    <w:spacing w:after="200" w:line="264" w:lineRule="auto"/>
                    <w:rPr>
                      <w:color w:val="002060"/>
                      <w:sz w:val="36"/>
                      <w:szCs w:val="36"/>
                    </w:rPr>
                  </w:pPr>
                </w:p>
              </w:tc>
            </w:tr>
          </w:tbl>
          <w:p w:rsidR="001C31F6" w:rsidRPr="00FD40B6" w:rsidRDefault="001C31F6">
            <w:pPr>
              <w:spacing w:after="160" w:line="259" w:lineRule="auto"/>
              <w:rPr>
                <w:color w:val="002060"/>
                <w:sz w:val="36"/>
                <w:szCs w:val="36"/>
              </w:rPr>
            </w:pPr>
          </w:p>
        </w:tc>
      </w:tr>
    </w:tbl>
    <w:p w:rsidR="001C31F6" w:rsidRPr="00B83A3A" w:rsidRDefault="001C31F6">
      <w:pPr>
        <w:pStyle w:val="a6"/>
      </w:pPr>
    </w:p>
    <w:tbl>
      <w:tblPr>
        <w:tblW w:w="149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Макет буклета — внутренний"/>
      </w:tblPr>
      <w:tblGrid>
        <w:gridCol w:w="4240"/>
        <w:gridCol w:w="584"/>
        <w:gridCol w:w="584"/>
        <w:gridCol w:w="4240"/>
        <w:gridCol w:w="584"/>
        <w:gridCol w:w="584"/>
        <w:gridCol w:w="4093"/>
      </w:tblGrid>
      <w:tr w:rsidR="001C31F6" w:rsidRPr="00B83A3A" w:rsidTr="0066023F">
        <w:trPr>
          <w:trHeight w:hRule="exact" w:val="11400"/>
        </w:trPr>
        <w:tc>
          <w:tcPr>
            <w:tcW w:w="4240" w:type="dxa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40"/>
            </w:tblGrid>
            <w:tr w:rsidR="001C31F6" w:rsidRPr="00B83A3A" w:rsidTr="0066023F">
              <w:trPr>
                <w:trHeight w:hRule="exact" w:val="11962"/>
              </w:trPr>
              <w:tc>
                <w:tcPr>
                  <w:tcW w:w="4240" w:type="dxa"/>
                </w:tcPr>
                <w:tbl>
                  <w:tblPr>
                    <w:tblStyle w:val="a5"/>
                    <w:tblW w:w="5000" w:type="pct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40"/>
                  </w:tblGrid>
                  <w:tr w:rsidR="0066023F" w:rsidRPr="00B261B1" w:rsidTr="0066023F">
                    <w:trPr>
                      <w:trHeight w:hRule="exact" w:val="7752"/>
                    </w:trPr>
                    <w:tc>
                      <w:tcPr>
                        <w:tcW w:w="5000" w:type="pct"/>
                      </w:tcPr>
                      <w:p w:rsidR="005B544F" w:rsidRDefault="0066023F" w:rsidP="0066023F">
                        <w:pPr>
                          <w:jc w:val="both"/>
                          <w:rPr>
                            <w:b/>
                            <w:color w:val="002060"/>
                            <w:sz w:val="24"/>
                            <w:szCs w:val="24"/>
                          </w:rPr>
                        </w:pPr>
                        <w:r w:rsidRPr="00B261B1">
                          <w:rPr>
                            <w:b/>
                            <w:color w:val="002060"/>
                            <w:sz w:val="24"/>
                            <w:szCs w:val="24"/>
                          </w:rPr>
                          <w:lastRenderedPageBreak/>
                          <w:tab/>
                        </w:r>
                      </w:p>
                      <w:p w:rsidR="005B544F" w:rsidRDefault="005B544F" w:rsidP="0066023F">
                        <w:pPr>
                          <w:jc w:val="both"/>
                          <w:rPr>
                            <w:b/>
                            <w:color w:val="002060"/>
                            <w:sz w:val="24"/>
                            <w:szCs w:val="24"/>
                          </w:rPr>
                        </w:pPr>
                      </w:p>
                      <w:p w:rsidR="0066023F" w:rsidRPr="00B261B1" w:rsidRDefault="005B544F" w:rsidP="0066023F">
                        <w:pPr>
                          <w:jc w:val="both"/>
                          <w:rPr>
                            <w:b/>
                            <w:color w:val="002060"/>
                            <w:sz w:val="24"/>
                            <w:szCs w:val="24"/>
                          </w:rPr>
                        </w:pPr>
                        <w:r w:rsidRPr="00B261B1">
                          <w:rPr>
                            <w:b/>
                            <w:color w:val="002060"/>
                            <w:sz w:val="24"/>
                            <w:szCs w:val="24"/>
                          </w:rPr>
                          <w:drawing>
                            <wp:anchor distT="0" distB="0" distL="114300" distR="114300" simplePos="0" relativeHeight="251666432" behindDoc="0" locked="0" layoutInCell="1" allowOverlap="1" wp14:anchorId="1E1E67D1" wp14:editId="0F818409">
                              <wp:simplePos x="0" y="0"/>
                              <wp:positionH relativeFrom="column">
                                <wp:posOffset>0</wp:posOffset>
                              </wp:positionH>
                              <wp:positionV relativeFrom="paragraph">
                                <wp:posOffset>67945</wp:posOffset>
                              </wp:positionV>
                              <wp:extent cx="476250" cy="428625"/>
                              <wp:effectExtent l="0" t="0" r="0" b="9525"/>
                              <wp:wrapSquare wrapText="bothSides"/>
                              <wp:docPr id="17" name="Рисунок 17" descr="https://trudvsem.ru/information/resources/upload/info-pages/support-program/step-1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s://trudvsem.ru/information/resources/upload/info-pages/support-program/step-1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0" cy="428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  <wp14:sizeRelH relativeFrom="margin">
                                <wp14:pctWidth>0</wp14:pctWidth>
                              </wp14:sizeRelH>
                              <wp14:sizeRelV relativeFrom="margin">
                                <wp14:pctHeight>0</wp14:pctHeight>
                              </wp14:sizeRelV>
                            </wp:anchor>
                          </w:drawing>
                        </w:r>
                        <w:r w:rsidR="0066023F" w:rsidRPr="00B261B1">
                          <w:rPr>
                            <w:b/>
                            <w:color w:val="002060"/>
                            <w:sz w:val="24"/>
                            <w:szCs w:val="24"/>
                          </w:rPr>
                          <w:t>Ознакомьтесь с Правилами предоставления субсидий Фондом социального страхования Российской Федерации в 2021 году из бюджета Фонда социального страхования Российской Федерации юридическим лицам и индивидуальным предпринимателям, в целях их стимулирования к трудоустройству безработных граждан (далее-Правила).</w:t>
                        </w:r>
                      </w:p>
                      <w:p w:rsidR="0066023F" w:rsidRPr="00B261B1" w:rsidRDefault="0066023F" w:rsidP="0066023F">
                        <w:pPr>
                          <w:jc w:val="both"/>
                          <w:rPr>
                            <w:b/>
                            <w:color w:val="002060"/>
                            <w:sz w:val="24"/>
                            <w:szCs w:val="24"/>
                          </w:rPr>
                        </w:pPr>
                      </w:p>
                      <w:p w:rsidR="005B544F" w:rsidRDefault="0066023F" w:rsidP="0066023F">
                        <w:pPr>
                          <w:jc w:val="both"/>
                          <w:rPr>
                            <w:b/>
                            <w:color w:val="002060"/>
                            <w:sz w:val="24"/>
                            <w:szCs w:val="24"/>
                          </w:rPr>
                        </w:pPr>
                        <w:r w:rsidRPr="00B261B1">
                          <w:rPr>
                            <w:b/>
                            <w:color w:val="002060"/>
                            <w:sz w:val="24"/>
                            <w:szCs w:val="24"/>
                          </w:rPr>
                          <w:tab/>
                        </w:r>
                      </w:p>
                      <w:p w:rsidR="0066023F" w:rsidRPr="00B261B1" w:rsidRDefault="005B544F" w:rsidP="0066023F">
                        <w:pPr>
                          <w:jc w:val="both"/>
                          <w:rPr>
                            <w:b/>
                            <w:color w:val="002060"/>
                            <w:sz w:val="24"/>
                            <w:szCs w:val="24"/>
                          </w:rPr>
                        </w:pPr>
                        <w:r w:rsidRPr="00B261B1">
                          <w:rPr>
                            <w:b/>
                            <w:color w:val="002060"/>
                            <w:sz w:val="24"/>
                            <w:szCs w:val="24"/>
                          </w:rPr>
                          <w:drawing>
                            <wp:anchor distT="0" distB="0" distL="114300" distR="114300" simplePos="0" relativeHeight="251667456" behindDoc="0" locked="0" layoutInCell="1" allowOverlap="1" wp14:anchorId="76B30F34" wp14:editId="4E5B3819">
                              <wp:simplePos x="0" y="0"/>
                              <wp:positionH relativeFrom="column">
                                <wp:posOffset>0</wp:posOffset>
                              </wp:positionH>
                              <wp:positionV relativeFrom="paragraph">
                                <wp:posOffset>30480</wp:posOffset>
                              </wp:positionV>
                              <wp:extent cx="542925" cy="485775"/>
                              <wp:effectExtent l="0" t="0" r="9525" b="9525"/>
                              <wp:wrapSquare wrapText="bothSides"/>
                              <wp:docPr id="18" name="Рисунок 18" descr="https://trudvsem.ru/information/resources/upload/info-pages/support-program/step-2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https://trudvsem.ru/information/resources/upload/info-pages/support-program/step-2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4292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  <wp14:sizeRelH relativeFrom="margin">
                                <wp14:pctWidth>0</wp14:pctWidth>
                              </wp14:sizeRelH>
                              <wp14:sizeRelV relativeFrom="margin">
                                <wp14:pctHeight>0</wp14:pctHeight>
                              </wp14:sizeRelV>
                            </wp:anchor>
                          </w:drawing>
                        </w:r>
                        <w:r w:rsidR="0066023F" w:rsidRPr="00B261B1">
                          <w:rPr>
                            <w:b/>
                            <w:color w:val="002060"/>
                            <w:sz w:val="24"/>
                            <w:szCs w:val="24"/>
                          </w:rPr>
                          <w:t xml:space="preserve">Подайте заявление на получение государственной услуги содействие в подборе необходимых работников через личный кабинет на Портале «Работа в России» (trudvsem.ru) и укажите перечень свободных рабочих мест и вакантных должностей. </w:t>
                        </w:r>
                      </w:p>
                      <w:p w:rsidR="0066023F" w:rsidRPr="00B261B1" w:rsidRDefault="0066023F" w:rsidP="0066023F">
                        <w:pPr>
                          <w:jc w:val="both"/>
                          <w:rPr>
                            <w:b/>
                            <w:color w:val="002060"/>
                            <w:sz w:val="24"/>
                            <w:szCs w:val="24"/>
                          </w:rPr>
                        </w:pPr>
                        <w:r w:rsidRPr="00B261B1">
                          <w:rPr>
                            <w:b/>
                            <w:color w:val="002060"/>
                            <w:sz w:val="24"/>
                            <w:szCs w:val="24"/>
                          </w:rPr>
                          <w:t xml:space="preserve">     </w:t>
                        </w:r>
                      </w:p>
                      <w:p w:rsidR="0066023F" w:rsidRPr="00B261B1" w:rsidRDefault="0066023F" w:rsidP="0066023F">
                        <w:pPr>
                          <w:spacing w:after="200" w:line="264" w:lineRule="auto"/>
                          <w:jc w:val="both"/>
                          <w:rPr>
                            <w:b/>
                            <w:color w:val="002060"/>
                            <w:sz w:val="24"/>
                            <w:szCs w:val="24"/>
                          </w:rPr>
                        </w:pPr>
                        <w:r w:rsidRPr="00B261B1">
                          <w:rPr>
                            <w:b/>
                            <w:color w:val="FF0000"/>
                            <w:sz w:val="24"/>
                            <w:szCs w:val="24"/>
                          </w:rPr>
                          <w:t>!!! Обратите внимание: направляя заявление, Вы подтверждаете свое соответствие условиям возмещения затрат согласно Правил.</w:t>
                        </w:r>
                      </w:p>
                    </w:tc>
                  </w:tr>
                  <w:tr w:rsidR="0066023F" w:rsidRPr="00B261B1" w:rsidTr="0066023F">
                    <w:trPr>
                      <w:trHeight w:hRule="exact" w:val="2705"/>
                    </w:trPr>
                    <w:tc>
                      <w:tcPr>
                        <w:tcW w:w="5000" w:type="pct"/>
                      </w:tcPr>
                      <w:p w:rsidR="0066023F" w:rsidRPr="00B261B1" w:rsidRDefault="0066023F" w:rsidP="0066023F">
                        <w:pPr>
                          <w:rPr>
                            <w:b/>
                            <w:color w:val="002060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noProof/>
                            <w:color w:val="002060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4ED6AAF9" wp14:editId="1C6A0014">
                              <wp:extent cx="2667000" cy="1562100"/>
                              <wp:effectExtent l="0" t="0" r="0" b="0"/>
                              <wp:docPr id="19" name="Рисунок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678953" cy="15691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1C31F6" w:rsidRPr="00B83A3A" w:rsidRDefault="001C31F6">
                  <w:pPr>
                    <w:spacing w:after="200" w:line="264" w:lineRule="auto"/>
                  </w:pPr>
                  <w:bookmarkStart w:id="0" w:name="_GoBack"/>
                  <w:bookmarkEnd w:id="0"/>
                </w:p>
              </w:tc>
            </w:tr>
            <w:tr w:rsidR="001C31F6" w:rsidRPr="00B83A3A" w:rsidTr="0066023F">
              <w:trPr>
                <w:trHeight w:hRule="exact" w:val="7904"/>
              </w:trPr>
              <w:tc>
                <w:tcPr>
                  <w:tcW w:w="4240" w:type="dxa"/>
                </w:tcPr>
                <w:p w:rsidR="001C31F6" w:rsidRPr="00B83A3A" w:rsidRDefault="001C31F6">
                  <w:pPr>
                    <w:spacing w:after="200" w:line="264" w:lineRule="auto"/>
                  </w:pPr>
                </w:p>
              </w:tc>
            </w:tr>
          </w:tbl>
          <w:p w:rsidR="001C31F6" w:rsidRPr="00B83A3A" w:rsidRDefault="001C31F6">
            <w:pPr>
              <w:spacing w:after="160" w:line="259" w:lineRule="auto"/>
            </w:pPr>
          </w:p>
        </w:tc>
        <w:tc>
          <w:tcPr>
            <w:tcW w:w="584" w:type="dxa"/>
          </w:tcPr>
          <w:p w:rsidR="001C31F6" w:rsidRPr="00B83A3A" w:rsidRDefault="001C31F6">
            <w:pPr>
              <w:spacing w:after="160" w:line="259" w:lineRule="auto"/>
            </w:pPr>
          </w:p>
        </w:tc>
        <w:tc>
          <w:tcPr>
            <w:tcW w:w="584" w:type="dxa"/>
          </w:tcPr>
          <w:p w:rsidR="001C31F6" w:rsidRPr="00B83A3A" w:rsidRDefault="001C31F6">
            <w:pPr>
              <w:spacing w:after="160" w:line="259" w:lineRule="auto"/>
            </w:pPr>
          </w:p>
        </w:tc>
        <w:tc>
          <w:tcPr>
            <w:tcW w:w="4240" w:type="dxa"/>
          </w:tcPr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4240"/>
            </w:tblGrid>
            <w:tr w:rsidR="001C31F6" w:rsidRPr="00750C71" w:rsidTr="0066023F">
              <w:trPr>
                <w:trHeight w:hRule="exact" w:val="11364"/>
              </w:trPr>
              <w:tc>
                <w:tcPr>
                  <w:tcW w:w="5000" w:type="pct"/>
                </w:tcPr>
                <w:p w:rsidR="005B544F" w:rsidRDefault="00750C71" w:rsidP="00750C71">
                  <w:pPr>
                    <w:jc w:val="both"/>
                    <w:rPr>
                      <w:sz w:val="24"/>
                      <w:szCs w:val="24"/>
                    </w:rPr>
                  </w:pPr>
                  <w:r w:rsidRPr="00750C71">
                    <w:rPr>
                      <w:sz w:val="24"/>
                      <w:szCs w:val="24"/>
                    </w:rPr>
                    <w:tab/>
                  </w:r>
                </w:p>
                <w:p w:rsidR="005B544F" w:rsidRDefault="005B544F" w:rsidP="00750C71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:rsidR="00750C71" w:rsidRDefault="005B544F" w:rsidP="00750C71">
                  <w:pPr>
                    <w:jc w:val="both"/>
                    <w:rPr>
                      <w:b/>
                      <w:color w:val="00206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60288" behindDoc="0" locked="0" layoutInCell="1" allowOverlap="1">
                        <wp:simplePos x="0" y="0"/>
                        <wp:positionH relativeFrom="column">
                          <wp:posOffset>95250</wp:posOffset>
                        </wp:positionH>
                        <wp:positionV relativeFrom="paragraph">
                          <wp:posOffset>68580</wp:posOffset>
                        </wp:positionV>
                        <wp:extent cx="504825" cy="428625"/>
                        <wp:effectExtent l="0" t="0" r="9525" b="9525"/>
                        <wp:wrapSquare wrapText="bothSides"/>
                        <wp:docPr id="12" name="Рисунок 12" descr="https://trudvsem.ru/information/resources/upload/info-pages/support-program/step-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trudvsem.ru/information/resources/upload/info-pages/support-program/step-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750C71" w:rsidRPr="00750C71">
                    <w:rPr>
                      <w:b/>
                      <w:color w:val="002060"/>
                      <w:sz w:val="24"/>
                      <w:szCs w:val="24"/>
                    </w:rPr>
                    <w:t xml:space="preserve">КГКУ «Приморский центр занятости населения» окажет Вам государственную услугу по содействию в подборе необходимых работников из числа граждан, сведения о которых содержаться в регистре получателей государственных услуг в сфере занятости населения (направит соискателей на собеседование, согласно требований вакансии). </w:t>
                  </w:r>
                </w:p>
                <w:p w:rsidR="00750C71" w:rsidRPr="00750C71" w:rsidRDefault="00750C71" w:rsidP="00750C71">
                  <w:pPr>
                    <w:jc w:val="both"/>
                    <w:rPr>
                      <w:b/>
                      <w:color w:val="002060"/>
                      <w:sz w:val="24"/>
                      <w:szCs w:val="24"/>
                    </w:rPr>
                  </w:pPr>
                </w:p>
                <w:p w:rsidR="00750C71" w:rsidRPr="00750C71" w:rsidRDefault="00750C71" w:rsidP="00750C71">
                  <w:pPr>
                    <w:jc w:val="both"/>
                    <w:rPr>
                      <w:b/>
                      <w:color w:val="00206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61312" behindDoc="0" locked="0" layoutInCell="1" allowOverlap="1">
                        <wp:simplePos x="0" y="0"/>
                        <wp:positionH relativeFrom="column">
                          <wp:posOffset>47625</wp:posOffset>
                        </wp:positionH>
                        <wp:positionV relativeFrom="paragraph">
                          <wp:posOffset>11430</wp:posOffset>
                        </wp:positionV>
                        <wp:extent cx="504825" cy="476250"/>
                        <wp:effectExtent l="0" t="0" r="9525" b="0"/>
                        <wp:wrapSquare wrapText="bothSides"/>
                        <wp:docPr id="2" name="Рисунок 2" descr="https://trudvsem.ru/information/resources/upload/info-pages/support-program/step-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trudvsem.ru/information/resources/upload/info-pages/support-program/step-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750C71">
                    <w:rPr>
                      <w:b/>
                      <w:color w:val="002060"/>
                      <w:sz w:val="24"/>
                      <w:szCs w:val="24"/>
                    </w:rPr>
                    <w:t>Принятые на работу в Вашу организацию, в рамках участия в данной программе, безработные граждане должны быть трудоустроены на условиях полного рабочего дня с учетом установленного правилами внутреннего трудового распорядка режима рабочего времени.</w:t>
                  </w:r>
                </w:p>
                <w:p w:rsidR="00750C71" w:rsidRPr="00750C71" w:rsidRDefault="00750C71" w:rsidP="00750C71">
                  <w:pPr>
                    <w:jc w:val="both"/>
                    <w:rPr>
                      <w:b/>
                      <w:color w:val="002060"/>
                      <w:sz w:val="24"/>
                      <w:szCs w:val="24"/>
                    </w:rPr>
                  </w:pPr>
                </w:p>
                <w:p w:rsidR="00750C71" w:rsidRPr="00750C71" w:rsidRDefault="00750C71" w:rsidP="00750C71">
                  <w:pPr>
                    <w:jc w:val="both"/>
                    <w:rPr>
                      <w:b/>
                      <w:color w:val="00206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62336" behindDoc="0" locked="0" layoutInCell="1" allowOverlap="1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173355</wp:posOffset>
                        </wp:positionV>
                        <wp:extent cx="552450" cy="542925"/>
                        <wp:effectExtent l="0" t="0" r="0" b="9525"/>
                        <wp:wrapSquare wrapText="bothSides"/>
                        <wp:docPr id="3" name="Рисунок 3" descr="https://trudvsem.ru/information/resources/upload/info-pages/support-program/step-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trudvsem.ru/information/resources/upload/info-pages/support-program/step-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542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750C71">
                    <w:rPr>
                      <w:b/>
                      <w:color w:val="002060"/>
                      <w:sz w:val="24"/>
                      <w:szCs w:val="24"/>
                    </w:rPr>
                    <w:tab/>
                  </w:r>
                  <w:r w:rsidR="005B544F">
                    <w:rPr>
                      <w:b/>
                      <w:color w:val="002060"/>
                      <w:sz w:val="24"/>
                      <w:szCs w:val="24"/>
                    </w:rPr>
                    <w:t xml:space="preserve">     </w:t>
                  </w:r>
                  <w:r w:rsidRPr="00750C71">
                    <w:rPr>
                      <w:b/>
                      <w:color w:val="002060"/>
                      <w:sz w:val="24"/>
                      <w:szCs w:val="24"/>
                    </w:rPr>
                    <w:t>Заработная плата принятых на работу в рамках Программы безработных граждан не должна быть ниже величины МРОТ.</w:t>
                  </w:r>
                </w:p>
                <w:p w:rsidR="00750C71" w:rsidRPr="00750C71" w:rsidRDefault="00750C71" w:rsidP="00750C71">
                  <w:pPr>
                    <w:jc w:val="both"/>
                    <w:rPr>
                      <w:b/>
                      <w:color w:val="002060"/>
                      <w:sz w:val="24"/>
                      <w:szCs w:val="24"/>
                    </w:rPr>
                  </w:pPr>
                </w:p>
                <w:p w:rsidR="00750C71" w:rsidRPr="00750C71" w:rsidRDefault="00750C71" w:rsidP="00750C71">
                  <w:pPr>
                    <w:jc w:val="both"/>
                    <w:rPr>
                      <w:b/>
                      <w:color w:val="002060"/>
                      <w:sz w:val="24"/>
                      <w:szCs w:val="24"/>
                    </w:rPr>
                  </w:pPr>
                  <w:r w:rsidRPr="00750C71">
                    <w:rPr>
                      <w:b/>
                      <w:color w:val="002060"/>
                      <w:sz w:val="24"/>
                      <w:szCs w:val="24"/>
                    </w:rPr>
                    <w:drawing>
                      <wp:anchor distT="0" distB="0" distL="114300" distR="114300" simplePos="0" relativeHeight="251663360" behindDoc="0" locked="0" layoutInCell="1" allowOverlap="1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182880</wp:posOffset>
                        </wp:positionV>
                        <wp:extent cx="552450" cy="523875"/>
                        <wp:effectExtent l="0" t="0" r="0" b="9525"/>
                        <wp:wrapSquare wrapText="bothSides"/>
                        <wp:docPr id="14" name="Рисунок 14" descr="https://trudvsem.ru/information/resources/upload/info-pages/support-program/step-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trudvsem.ru/information/resources/upload/info-pages/support-program/step-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750C71">
                    <w:rPr>
                      <w:b/>
                      <w:color w:val="002060"/>
                      <w:sz w:val="24"/>
                      <w:szCs w:val="24"/>
                    </w:rPr>
                    <w:tab/>
                  </w:r>
                  <w:r w:rsidR="005B544F">
                    <w:rPr>
                      <w:b/>
                      <w:color w:val="002060"/>
                      <w:sz w:val="24"/>
                      <w:szCs w:val="24"/>
                    </w:rPr>
                    <w:t xml:space="preserve">     </w:t>
                  </w:r>
                  <w:r w:rsidRPr="00750C71">
                    <w:rPr>
                      <w:b/>
                      <w:color w:val="002060"/>
                      <w:sz w:val="24"/>
                      <w:szCs w:val="24"/>
                    </w:rPr>
                    <w:t>Подайте заявление на возмещение затрат в Фонд социального страхования Российской Федерации не ранее, чем через месяц после даты, с которой трудоустроенный безработный гражданин приступил к исполнению трудовых обязанностей в соответствии с трудовым договором, но не позднее 1 ноября 2021 года.</w:t>
                  </w:r>
                </w:p>
                <w:p w:rsidR="00750C71" w:rsidRPr="00750C71" w:rsidRDefault="00750C71" w:rsidP="00750C71">
                  <w:pPr>
                    <w:rPr>
                      <w:sz w:val="24"/>
                      <w:szCs w:val="24"/>
                    </w:rPr>
                  </w:pPr>
                </w:p>
                <w:p w:rsidR="00750C71" w:rsidRPr="00750C71" w:rsidRDefault="00750C71" w:rsidP="00750C71">
                  <w:pPr>
                    <w:rPr>
                      <w:sz w:val="24"/>
                      <w:szCs w:val="24"/>
                    </w:rPr>
                  </w:pPr>
                </w:p>
                <w:p w:rsidR="001C31F6" w:rsidRPr="00750C71" w:rsidRDefault="001C31F6" w:rsidP="00750C71">
                  <w:pPr>
                    <w:spacing w:after="200" w:line="264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1C31F6" w:rsidRPr="00750C71" w:rsidTr="0066023F">
              <w:trPr>
                <w:trHeight w:hRule="exact" w:val="304"/>
              </w:trPr>
              <w:tc>
                <w:tcPr>
                  <w:tcW w:w="5000" w:type="pct"/>
                </w:tcPr>
                <w:p w:rsidR="001C31F6" w:rsidRPr="00750C71" w:rsidRDefault="001C31F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C31F6" w:rsidRPr="00750C71" w:rsidTr="0066023F">
              <w:trPr>
                <w:trHeight w:hRule="exact" w:val="3344"/>
              </w:trPr>
              <w:tc>
                <w:tcPr>
                  <w:tcW w:w="5000" w:type="pct"/>
                </w:tcPr>
                <w:p w:rsidR="001C31F6" w:rsidRPr="00750C71" w:rsidRDefault="001C31F6">
                  <w:pPr>
                    <w:spacing w:after="200" w:line="264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C31F6" w:rsidRPr="00750C71" w:rsidRDefault="001C31F6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584" w:type="dxa"/>
          </w:tcPr>
          <w:p w:rsidR="001C31F6" w:rsidRPr="00B83A3A" w:rsidRDefault="001C31F6">
            <w:pPr>
              <w:spacing w:after="160" w:line="259" w:lineRule="auto"/>
            </w:pPr>
          </w:p>
        </w:tc>
        <w:tc>
          <w:tcPr>
            <w:tcW w:w="584" w:type="dxa"/>
          </w:tcPr>
          <w:p w:rsidR="001C31F6" w:rsidRPr="0066023F" w:rsidRDefault="001C31F6">
            <w:pPr>
              <w:spacing w:after="160" w:line="259" w:lineRule="auto"/>
              <w:rPr>
                <w:b/>
                <w:color w:val="DF1010" w:themeColor="accent1" w:themeShade="BF"/>
                <w:sz w:val="24"/>
                <w:szCs w:val="24"/>
              </w:rPr>
            </w:pPr>
          </w:p>
        </w:tc>
        <w:tc>
          <w:tcPr>
            <w:tcW w:w="4093" w:type="dxa"/>
          </w:tcPr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4093"/>
            </w:tblGrid>
            <w:tr w:rsidR="0066023F" w:rsidRPr="0066023F" w:rsidTr="0066023F">
              <w:trPr>
                <w:trHeight w:hRule="exact" w:val="11962"/>
              </w:trPr>
              <w:tc>
                <w:tcPr>
                  <w:tcW w:w="5000" w:type="pct"/>
                </w:tcPr>
                <w:p w:rsidR="0066023F" w:rsidRPr="009A6F98" w:rsidRDefault="0066023F" w:rsidP="0066023F">
                  <w:pPr>
                    <w:spacing w:after="200" w:line="264" w:lineRule="auto"/>
                    <w:jc w:val="center"/>
                    <w:rPr>
                      <w:rFonts w:ascii="Garamond" w:eastAsia="Garamond" w:hAnsi="Garamond" w:cs="Times New Roman"/>
                      <w:b/>
                      <w:color w:val="DF1010" w:themeColor="accent1" w:themeShade="BF"/>
                      <w:u w:val="single"/>
                    </w:rPr>
                  </w:pPr>
                  <w:r w:rsidRPr="009A6F98">
                    <w:rPr>
                      <w:rFonts w:ascii="Garamond" w:eastAsia="Garamond" w:hAnsi="Garamond" w:cs="Times New Roman"/>
                      <w:b/>
                      <w:color w:val="DF1010" w:themeColor="accent1" w:themeShade="BF"/>
                      <w:u w:val="single"/>
                    </w:rPr>
                    <w:t>Условия участия:</w:t>
                  </w:r>
                </w:p>
                <w:p w:rsidR="0066023F" w:rsidRPr="009A6F98" w:rsidRDefault="0066023F" w:rsidP="0066023F">
                  <w:pPr>
                    <w:numPr>
                      <w:ilvl w:val="0"/>
                      <w:numId w:val="2"/>
                    </w:numPr>
                    <w:spacing w:after="200" w:line="264" w:lineRule="auto"/>
                    <w:ind w:left="284" w:hanging="284"/>
                    <w:jc w:val="both"/>
                    <w:rPr>
                      <w:rFonts w:ascii="Garamond" w:eastAsia="Garamond" w:hAnsi="Garamond" w:cs="Times New Roman"/>
                      <w:b/>
                      <w:color w:val="DF1010" w:themeColor="accent1" w:themeShade="BF"/>
                    </w:rPr>
                  </w:pPr>
                  <w:r w:rsidRPr="009A6F98">
                    <w:rPr>
                      <w:rFonts w:ascii="Garamond" w:eastAsia="Garamond" w:hAnsi="Garamond" w:cs="Times New Roman"/>
                      <w:b/>
                      <w:color w:val="DF1010" w:themeColor="accent1" w:themeShade="BF"/>
                    </w:rPr>
                    <w:t xml:space="preserve">Государственная регистрация до 01 января 2021 года в соответствии с законодательством Российской Федерации </w:t>
                  </w:r>
                </w:p>
                <w:p w:rsidR="0066023F" w:rsidRPr="009A6F98" w:rsidRDefault="0066023F" w:rsidP="0066023F">
                  <w:pPr>
                    <w:numPr>
                      <w:ilvl w:val="0"/>
                      <w:numId w:val="2"/>
                    </w:numPr>
                    <w:spacing w:after="200" w:line="264" w:lineRule="auto"/>
                    <w:ind w:left="284" w:hanging="284"/>
                    <w:jc w:val="both"/>
                    <w:rPr>
                      <w:rFonts w:ascii="Garamond" w:eastAsia="Garamond" w:hAnsi="Garamond" w:cs="Times New Roman"/>
                      <w:b/>
                      <w:color w:val="DF1010" w:themeColor="accent1" w:themeShade="BF"/>
                    </w:rPr>
                  </w:pPr>
                  <w:r w:rsidRPr="009A6F98">
                    <w:rPr>
                      <w:rFonts w:ascii="Garamond" w:eastAsia="Garamond" w:hAnsi="Garamond" w:cs="Times New Roman"/>
                      <w:b/>
                      <w:color w:val="DF1010" w:themeColor="accent1" w:themeShade="BF"/>
                    </w:rPr>
                    <w:t>Отсутствие задолженности налогов, сборов, страховых взносов, пеней, штрафов и процентов в соответствии с законодательством Российской Федерации о налогах и сборах и законодательства об обязательном социальном страховании от несчастных случаев на производстве и профессиональных заболеваний</w:t>
                  </w:r>
                </w:p>
                <w:p w:rsidR="0066023F" w:rsidRPr="009A6F98" w:rsidRDefault="0066023F" w:rsidP="0066023F">
                  <w:pPr>
                    <w:numPr>
                      <w:ilvl w:val="0"/>
                      <w:numId w:val="2"/>
                    </w:numPr>
                    <w:spacing w:after="200" w:line="264" w:lineRule="auto"/>
                    <w:ind w:left="284" w:hanging="284"/>
                    <w:jc w:val="both"/>
                    <w:rPr>
                      <w:rFonts w:ascii="Garamond" w:eastAsia="Garamond" w:hAnsi="Garamond" w:cs="Times New Roman"/>
                      <w:b/>
                      <w:color w:val="DF1010" w:themeColor="accent1" w:themeShade="BF"/>
                    </w:rPr>
                  </w:pPr>
                  <w:r w:rsidRPr="009A6F98">
                    <w:rPr>
                      <w:rFonts w:ascii="Garamond" w:eastAsia="Garamond" w:hAnsi="Garamond" w:cs="Times New Roman"/>
                      <w:b/>
                      <w:color w:val="DF1010" w:themeColor="accent1" w:themeShade="BF"/>
                    </w:rPr>
                    <w:t>Не находится в процессе реорганизации, ликвидации, банкротства и деятельность организации не была приостановлена или прекращена</w:t>
                  </w:r>
                </w:p>
                <w:p w:rsidR="0066023F" w:rsidRPr="009A6F98" w:rsidRDefault="0066023F" w:rsidP="0066023F">
                  <w:pPr>
                    <w:numPr>
                      <w:ilvl w:val="0"/>
                      <w:numId w:val="2"/>
                    </w:numPr>
                    <w:spacing w:after="200" w:line="264" w:lineRule="auto"/>
                    <w:ind w:left="284" w:hanging="284"/>
                    <w:jc w:val="both"/>
                    <w:rPr>
                      <w:rFonts w:ascii="Garamond" w:eastAsia="Garamond" w:hAnsi="Garamond" w:cs="Times New Roman"/>
                      <w:b/>
                      <w:color w:val="DF1010" w:themeColor="accent1" w:themeShade="BF"/>
                    </w:rPr>
                  </w:pPr>
                  <w:r w:rsidRPr="009A6F98">
                    <w:rPr>
                      <w:rFonts w:ascii="Garamond" w:eastAsia="Garamond" w:hAnsi="Garamond" w:cs="Times New Roman"/>
                      <w:b/>
                      <w:color w:val="DF1010" w:themeColor="accent1" w:themeShade="BF"/>
                    </w:rPr>
                    <w:t>Не получает средства из федерального бюджета в рамках иных программ в целях возмещения затрат, связанных с трудоустройством безработных граждан</w:t>
                  </w:r>
                </w:p>
                <w:p w:rsidR="0066023F" w:rsidRPr="009A6F98" w:rsidRDefault="0066023F" w:rsidP="0066023F">
                  <w:pPr>
                    <w:numPr>
                      <w:ilvl w:val="0"/>
                      <w:numId w:val="2"/>
                    </w:numPr>
                    <w:spacing w:after="200" w:line="264" w:lineRule="auto"/>
                    <w:ind w:left="284" w:hanging="284"/>
                    <w:jc w:val="both"/>
                    <w:rPr>
                      <w:rFonts w:ascii="Garamond" w:eastAsia="Garamond" w:hAnsi="Garamond" w:cs="Times New Roman"/>
                      <w:b/>
                      <w:color w:val="DF1010" w:themeColor="accent1" w:themeShade="BF"/>
                    </w:rPr>
                  </w:pPr>
                  <w:r w:rsidRPr="009A6F98">
                    <w:rPr>
                      <w:rFonts w:ascii="Garamond" w:eastAsia="Garamond" w:hAnsi="Garamond" w:cs="Times New Roman"/>
                      <w:b/>
                      <w:color w:val="DF1010" w:themeColor="accent1" w:themeShade="BF"/>
                    </w:rPr>
                    <w:t>В уставном (складочном) капитале организации доля участия иностранных юридических лиц, в совокупности не превышает 50 процентов</w:t>
                  </w:r>
                </w:p>
                <w:p w:rsidR="0066023F" w:rsidRPr="009A6F98" w:rsidRDefault="0066023F" w:rsidP="0066023F">
                  <w:pPr>
                    <w:numPr>
                      <w:ilvl w:val="0"/>
                      <w:numId w:val="2"/>
                    </w:numPr>
                    <w:spacing w:after="200" w:line="264" w:lineRule="auto"/>
                    <w:ind w:left="284" w:hanging="284"/>
                    <w:jc w:val="both"/>
                    <w:rPr>
                      <w:rFonts w:ascii="Garamond" w:eastAsia="Garamond" w:hAnsi="Garamond" w:cs="Times New Roman"/>
                      <w:b/>
                      <w:color w:val="DF1010" w:themeColor="accent1" w:themeShade="BF"/>
                    </w:rPr>
                  </w:pPr>
                  <w:r w:rsidRPr="009A6F98">
                    <w:rPr>
                      <w:rFonts w:ascii="Garamond" w:eastAsia="Garamond" w:hAnsi="Garamond" w:cs="Times New Roman"/>
                      <w:b/>
                      <w:color w:val="DF1010" w:themeColor="accent1" w:themeShade="BF"/>
                    </w:rPr>
                    <w:t xml:space="preserve">Руководитель или главный бухгалтер организации не внесены в реестр дисквалифицированных лиц </w:t>
                  </w:r>
                </w:p>
                <w:p w:rsidR="001C31F6" w:rsidRPr="0066023F" w:rsidRDefault="0066023F" w:rsidP="0066023F">
                  <w:pPr>
                    <w:numPr>
                      <w:ilvl w:val="0"/>
                      <w:numId w:val="2"/>
                    </w:numPr>
                    <w:spacing w:after="200" w:line="264" w:lineRule="auto"/>
                    <w:ind w:left="284" w:hanging="284"/>
                    <w:jc w:val="both"/>
                    <w:rPr>
                      <w:b/>
                      <w:color w:val="DF1010" w:themeColor="accent1" w:themeShade="BF"/>
                      <w:sz w:val="24"/>
                      <w:szCs w:val="24"/>
                    </w:rPr>
                  </w:pPr>
                  <w:r w:rsidRPr="009A6F98">
                    <w:rPr>
                      <w:rFonts w:ascii="Garamond" w:eastAsia="Garamond" w:hAnsi="Garamond" w:cs="Times New Roman"/>
                      <w:b/>
                      <w:color w:val="DF1010" w:themeColor="accent1" w:themeShade="BF"/>
                    </w:rPr>
                    <w:t>Организация не является заемщиком в соответствии с постановлением Правительства РФ "Об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кредитам, выданным в 2021 году юридическим лицам и индивидуальным предпринимателям на восстановление предпринимательской деятельности".</w:t>
                  </w:r>
                </w:p>
              </w:tc>
            </w:tr>
            <w:tr w:rsidR="0066023F" w:rsidRPr="0066023F" w:rsidTr="0066023F">
              <w:trPr>
                <w:trHeight w:hRule="exact" w:val="11962"/>
              </w:trPr>
              <w:tc>
                <w:tcPr>
                  <w:tcW w:w="5000" w:type="pct"/>
                </w:tcPr>
                <w:p w:rsidR="0066023F" w:rsidRPr="0066023F" w:rsidRDefault="0066023F" w:rsidP="0066023F">
                  <w:pPr>
                    <w:jc w:val="center"/>
                    <w:rPr>
                      <w:rFonts w:ascii="Garamond" w:eastAsia="Garamond" w:hAnsi="Garamond" w:cs="Times New Roman"/>
                      <w:b/>
                      <w:color w:val="DF1010" w:themeColor="accent1" w:themeShade="BF"/>
                      <w:u w:val="single"/>
                    </w:rPr>
                  </w:pPr>
                </w:p>
              </w:tc>
            </w:tr>
            <w:tr w:rsidR="0066023F" w:rsidRPr="0066023F" w:rsidTr="0066023F">
              <w:trPr>
                <w:trHeight w:hRule="exact" w:val="2705"/>
              </w:trPr>
              <w:tc>
                <w:tcPr>
                  <w:tcW w:w="5000" w:type="pct"/>
                </w:tcPr>
                <w:p w:rsidR="001C31F6" w:rsidRPr="0066023F" w:rsidRDefault="001C31F6">
                  <w:pPr>
                    <w:rPr>
                      <w:b/>
                      <w:color w:val="DF1010" w:themeColor="accent1" w:themeShade="BF"/>
                      <w:sz w:val="24"/>
                      <w:szCs w:val="24"/>
                    </w:rPr>
                  </w:pPr>
                </w:p>
              </w:tc>
            </w:tr>
          </w:tbl>
          <w:p w:rsidR="001C31F6" w:rsidRPr="0066023F" w:rsidRDefault="001C31F6">
            <w:pPr>
              <w:spacing w:after="160" w:line="259" w:lineRule="auto"/>
              <w:rPr>
                <w:b/>
                <w:color w:val="DF1010" w:themeColor="accent1" w:themeShade="BF"/>
                <w:sz w:val="24"/>
                <w:szCs w:val="24"/>
              </w:rPr>
            </w:pPr>
          </w:p>
        </w:tc>
      </w:tr>
    </w:tbl>
    <w:p w:rsidR="001C31F6" w:rsidRPr="00B83A3A" w:rsidRDefault="001C31F6">
      <w:pPr>
        <w:pStyle w:val="a6"/>
      </w:pPr>
    </w:p>
    <w:p w:rsidR="0066023F" w:rsidRPr="00B83A3A" w:rsidRDefault="0066023F">
      <w:pPr>
        <w:pStyle w:val="a6"/>
      </w:pPr>
    </w:p>
    <w:sectPr w:rsidR="0066023F" w:rsidRPr="00B83A3A" w:rsidSect="005A59EB">
      <w:pgSz w:w="16838" w:h="11906" w:orient="landscape" w:code="9"/>
      <w:pgMar w:top="284" w:right="1077" w:bottom="284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7B0B6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1D12B50"/>
    <w:multiLevelType w:val="hybridMultilevel"/>
    <w:tmpl w:val="8DC2B240"/>
    <w:lvl w:ilvl="0" w:tplc="041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B34"/>
    <w:rsid w:val="00004143"/>
    <w:rsid w:val="000B50ED"/>
    <w:rsid w:val="000E22D1"/>
    <w:rsid w:val="001C31F6"/>
    <w:rsid w:val="005A59EB"/>
    <w:rsid w:val="005B544F"/>
    <w:rsid w:val="005C421F"/>
    <w:rsid w:val="005D21AA"/>
    <w:rsid w:val="0066023F"/>
    <w:rsid w:val="006F0C6C"/>
    <w:rsid w:val="00750C71"/>
    <w:rsid w:val="008C5F8C"/>
    <w:rsid w:val="008F38C5"/>
    <w:rsid w:val="009453BB"/>
    <w:rsid w:val="009C4085"/>
    <w:rsid w:val="00B261B1"/>
    <w:rsid w:val="00B83A3A"/>
    <w:rsid w:val="00C06D8B"/>
    <w:rsid w:val="00E12B34"/>
    <w:rsid w:val="00EA59A9"/>
    <w:rsid w:val="00FD40B6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CDA36-6F60-47A7-98BB-A4F0C4C00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C483D" w:themeColor="text2"/>
        <w:kern w:val="2"/>
        <w:lang w:val="ru-RU" w:eastAsia="ja-JP" w:bidi="ar-SA"/>
        <w14:ligatures w14:val="standard"/>
      </w:rPr>
    </w:rPrDefault>
    <w:pPrDefault>
      <w:pPr>
        <w:spacing w:after="20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6023F"/>
  </w:style>
  <w:style w:type="paragraph" w:styleId="1">
    <w:name w:val="heading 1"/>
    <w:basedOn w:val="a0"/>
    <w:next w:val="a0"/>
    <w:link w:val="10"/>
    <w:uiPriority w:val="2"/>
    <w:qFormat/>
    <w:pPr>
      <w:keepNext/>
      <w:keepLines/>
      <w:spacing w:before="240" w:after="180" w:line="216" w:lineRule="auto"/>
      <w:outlineLvl w:val="0"/>
    </w:pPr>
    <w:rPr>
      <w:rFonts w:asciiTheme="majorHAnsi" w:eastAsiaTheme="majorEastAsia" w:hAnsiTheme="majorHAnsi" w:cstheme="majorBidi"/>
      <w:color w:val="F24F4F" w:themeColor="accent1"/>
      <w:sz w:val="56"/>
    </w:rPr>
  </w:style>
  <w:style w:type="paragraph" w:styleId="2">
    <w:name w:val="heading 2"/>
    <w:basedOn w:val="a0"/>
    <w:next w:val="a0"/>
    <w:link w:val="20"/>
    <w:uiPriority w:val="2"/>
    <w:unhideWhenUsed/>
    <w:qFormat/>
    <w:pPr>
      <w:keepNext/>
      <w:keepLines/>
      <w:pBdr>
        <w:bottom w:val="single" w:sz="4" w:space="4" w:color="F24F4F" w:themeColor="accent1"/>
      </w:pBdr>
      <w:spacing w:before="480" w:after="160" w:line="216" w:lineRule="auto"/>
      <w:outlineLvl w:val="1"/>
    </w:pPr>
    <w:rPr>
      <w:rFonts w:asciiTheme="majorHAnsi" w:eastAsiaTheme="majorEastAsia" w:hAnsiTheme="majorHAnsi" w:cstheme="majorBidi"/>
      <w:color w:val="F24F4F" w:themeColor="accent1"/>
      <w:sz w:val="36"/>
    </w:rPr>
  </w:style>
  <w:style w:type="paragraph" w:styleId="3">
    <w:name w:val="heading 3"/>
    <w:basedOn w:val="a0"/>
    <w:next w:val="a0"/>
    <w:link w:val="30"/>
    <w:uiPriority w:val="2"/>
    <w:unhideWhenUsed/>
    <w:qFormat/>
    <w:pPr>
      <w:keepNext/>
      <w:keepLines/>
      <w:spacing w:before="360" w:after="180" w:line="240" w:lineRule="auto"/>
      <w:outlineLvl w:val="2"/>
    </w:pPr>
    <w:rPr>
      <w:b/>
      <w:bCs/>
      <w:sz w:val="26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5">
    <w:name w:val="Макет таблицы"/>
    <w:basedOn w:val="a2"/>
    <w:uiPriority w:val="99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styleId="a6">
    <w:name w:val="No Spacing"/>
    <w:uiPriority w:val="5"/>
    <w:qFormat/>
    <w:pPr>
      <w:spacing w:after="0" w:line="240" w:lineRule="auto"/>
    </w:pPr>
  </w:style>
  <w:style w:type="paragraph" w:styleId="a7">
    <w:name w:val="Title"/>
    <w:basedOn w:val="a0"/>
    <w:next w:val="a0"/>
    <w:link w:val="a8"/>
    <w:uiPriority w:val="3"/>
    <w:qFormat/>
    <w:pPr>
      <w:spacing w:after="120" w:line="211" w:lineRule="auto"/>
      <w:contextualSpacing/>
    </w:pPr>
    <w:rPr>
      <w:rFonts w:asciiTheme="majorHAnsi" w:eastAsiaTheme="majorEastAsia" w:hAnsiTheme="majorHAnsi" w:cstheme="majorBidi"/>
      <w:color w:val="F24F4F" w:themeColor="accent1"/>
      <w:kern w:val="28"/>
      <w:sz w:val="72"/>
    </w:rPr>
  </w:style>
  <w:style w:type="character" w:customStyle="1" w:styleId="a8">
    <w:name w:val="Название Знак"/>
    <w:basedOn w:val="a1"/>
    <w:link w:val="a7"/>
    <w:uiPriority w:val="3"/>
    <w:rPr>
      <w:rFonts w:asciiTheme="majorHAnsi" w:eastAsiaTheme="majorEastAsia" w:hAnsiTheme="majorHAnsi" w:cstheme="majorBidi"/>
      <w:color w:val="F24F4F" w:themeColor="accent1"/>
      <w:kern w:val="28"/>
      <w:sz w:val="72"/>
    </w:rPr>
  </w:style>
  <w:style w:type="paragraph" w:styleId="a9">
    <w:name w:val="Subtitle"/>
    <w:basedOn w:val="a0"/>
    <w:next w:val="a0"/>
    <w:link w:val="aa"/>
    <w:uiPriority w:val="4"/>
    <w:qFormat/>
    <w:pPr>
      <w:numPr>
        <w:ilvl w:val="1"/>
      </w:numPr>
      <w:spacing w:before="180" w:after="0" w:line="288" w:lineRule="auto"/>
    </w:pPr>
    <w:rPr>
      <w:sz w:val="28"/>
    </w:rPr>
  </w:style>
  <w:style w:type="character" w:customStyle="1" w:styleId="aa">
    <w:name w:val="Подзаголовок Знак"/>
    <w:basedOn w:val="a1"/>
    <w:link w:val="a9"/>
    <w:uiPriority w:val="4"/>
    <w:rPr>
      <w:sz w:val="28"/>
    </w:rPr>
  </w:style>
  <w:style w:type="paragraph" w:customStyle="1" w:styleId="ab">
    <w:name w:val="Организация"/>
    <w:basedOn w:val="a0"/>
    <w:next w:val="a0"/>
    <w:uiPriority w:val="5"/>
    <w:qFormat/>
    <w:pPr>
      <w:pBdr>
        <w:bottom w:val="single" w:sz="4" w:space="3" w:color="F24F4F" w:themeColor="accent1"/>
      </w:pBdr>
      <w:spacing w:after="60"/>
    </w:pPr>
    <w:rPr>
      <w:rFonts w:asciiTheme="majorHAnsi" w:eastAsiaTheme="majorEastAsia" w:hAnsiTheme="majorHAnsi" w:cstheme="majorBidi"/>
      <w:color w:val="F24F4F" w:themeColor="accent1"/>
      <w:sz w:val="24"/>
    </w:rPr>
  </w:style>
  <w:style w:type="character" w:styleId="ac">
    <w:name w:val="Placeholder Text"/>
    <w:basedOn w:val="a1"/>
    <w:uiPriority w:val="99"/>
    <w:semiHidden/>
    <w:rPr>
      <w:color w:val="808080"/>
    </w:rPr>
  </w:style>
  <w:style w:type="paragraph" w:customStyle="1" w:styleId="ad">
    <w:name w:val="Получатель"/>
    <w:basedOn w:val="a0"/>
    <w:uiPriority w:val="2"/>
    <w:qFormat/>
    <w:pPr>
      <w:spacing w:before="1100" w:after="0" w:line="240" w:lineRule="auto"/>
      <w:ind w:left="1800"/>
      <w:contextualSpacing/>
    </w:pPr>
  </w:style>
  <w:style w:type="character" w:customStyle="1" w:styleId="10">
    <w:name w:val="Заголовок 1 Знак"/>
    <w:basedOn w:val="a1"/>
    <w:link w:val="1"/>
    <w:uiPriority w:val="2"/>
    <w:rPr>
      <w:rFonts w:asciiTheme="majorHAnsi" w:eastAsiaTheme="majorEastAsia" w:hAnsiTheme="majorHAnsi" w:cstheme="majorBidi"/>
      <w:color w:val="F24F4F" w:themeColor="accent1"/>
      <w:sz w:val="56"/>
    </w:rPr>
  </w:style>
  <w:style w:type="paragraph" w:styleId="ae">
    <w:name w:val="Block Text"/>
    <w:basedOn w:val="a0"/>
    <w:uiPriority w:val="2"/>
    <w:unhideWhenUsed/>
    <w:qFormat/>
    <w:pPr>
      <w:spacing w:before="260" w:after="260" w:line="288" w:lineRule="auto"/>
      <w:ind w:left="288" w:right="288"/>
    </w:pPr>
    <w:rPr>
      <w:color w:val="FFFFFF" w:themeColor="background1"/>
      <w:sz w:val="28"/>
    </w:rPr>
  </w:style>
  <w:style w:type="character" w:customStyle="1" w:styleId="20">
    <w:name w:val="Заголовок 2 Знак"/>
    <w:basedOn w:val="a1"/>
    <w:link w:val="2"/>
    <w:uiPriority w:val="2"/>
    <w:rPr>
      <w:rFonts w:asciiTheme="majorHAnsi" w:eastAsiaTheme="majorEastAsia" w:hAnsiTheme="majorHAnsi" w:cstheme="majorBidi"/>
      <w:color w:val="F24F4F" w:themeColor="accent1"/>
      <w:sz w:val="36"/>
    </w:rPr>
  </w:style>
  <w:style w:type="character" w:customStyle="1" w:styleId="30">
    <w:name w:val="Заголовок 3 Знак"/>
    <w:basedOn w:val="a1"/>
    <w:link w:val="3"/>
    <w:uiPriority w:val="2"/>
    <w:rPr>
      <w:b/>
      <w:bCs/>
      <w:sz w:val="26"/>
    </w:rPr>
  </w:style>
  <w:style w:type="paragraph" w:styleId="21">
    <w:name w:val="Quote"/>
    <w:basedOn w:val="a0"/>
    <w:next w:val="a0"/>
    <w:link w:val="22"/>
    <w:uiPriority w:val="2"/>
    <w:unhideWhenUsed/>
    <w:qFormat/>
    <w:pPr>
      <w:spacing w:before="200" w:after="160" w:line="288" w:lineRule="auto"/>
    </w:pPr>
    <w:rPr>
      <w:rFonts w:asciiTheme="majorHAnsi" w:eastAsiaTheme="majorEastAsia" w:hAnsiTheme="majorHAnsi" w:cstheme="majorBidi"/>
      <w:i/>
      <w:iCs/>
      <w:color w:val="F24F4F" w:themeColor="accent1"/>
    </w:rPr>
  </w:style>
  <w:style w:type="character" w:customStyle="1" w:styleId="22">
    <w:name w:val="Цитата 2 Знак"/>
    <w:basedOn w:val="a1"/>
    <w:link w:val="21"/>
    <w:uiPriority w:val="2"/>
    <w:rPr>
      <w:rFonts w:asciiTheme="majorHAnsi" w:eastAsiaTheme="majorEastAsia" w:hAnsiTheme="majorHAnsi" w:cstheme="majorBidi"/>
      <w:i/>
      <w:iCs/>
      <w:color w:val="F24F4F" w:themeColor="accent1"/>
    </w:rPr>
  </w:style>
  <w:style w:type="paragraph" w:customStyle="1" w:styleId="af">
    <w:name w:val="Заголовок блока"/>
    <w:basedOn w:val="a0"/>
    <w:uiPriority w:val="2"/>
    <w:qFormat/>
    <w:pPr>
      <w:spacing w:before="160" w:after="180" w:line="240" w:lineRule="auto"/>
      <w:ind w:left="288" w:right="288"/>
    </w:pPr>
    <w:rPr>
      <w:rFonts w:asciiTheme="majorHAnsi" w:eastAsiaTheme="majorEastAsia" w:hAnsiTheme="majorHAnsi" w:cstheme="majorBidi"/>
      <w:color w:val="FFFFFF" w:themeColor="background1"/>
      <w:sz w:val="36"/>
    </w:rPr>
  </w:style>
  <w:style w:type="paragraph" w:customStyle="1" w:styleId="23">
    <w:name w:val="Текст блока 2"/>
    <w:basedOn w:val="a0"/>
    <w:uiPriority w:val="2"/>
    <w:qFormat/>
    <w:pPr>
      <w:spacing w:after="160" w:line="240" w:lineRule="auto"/>
      <w:ind w:left="288" w:right="288"/>
    </w:pPr>
    <w:rPr>
      <w:color w:val="FFFFFF" w:themeColor="background1"/>
      <w:sz w:val="22"/>
    </w:rPr>
  </w:style>
  <w:style w:type="paragraph" w:styleId="a">
    <w:name w:val="List Bullet"/>
    <w:basedOn w:val="a0"/>
    <w:uiPriority w:val="2"/>
    <w:unhideWhenUsed/>
    <w:qFormat/>
    <w:pPr>
      <w:numPr>
        <w:numId w:val="1"/>
      </w:numPr>
      <w:spacing w:after="120"/>
    </w:pPr>
  </w:style>
  <w:style w:type="character" w:styleId="af0">
    <w:name w:val="Hyperlink"/>
    <w:basedOn w:val="a1"/>
    <w:uiPriority w:val="99"/>
    <w:unhideWhenUsed/>
    <w:rsid w:val="000E22D1"/>
    <w:rPr>
      <w:color w:val="4C483D" w:themeColor="hyperlink"/>
      <w:u w:val="single"/>
    </w:rPr>
  </w:style>
  <w:style w:type="paragraph" w:styleId="af1">
    <w:name w:val="Balloon Text"/>
    <w:basedOn w:val="a0"/>
    <w:link w:val="af2"/>
    <w:uiPriority w:val="99"/>
    <w:semiHidden/>
    <w:unhideWhenUsed/>
    <w:rsid w:val="006602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6602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ssz@zanprim.vladivostok.ru" TargetMode="External"/><Relationship Id="rId13" Type="http://schemas.openxmlformats.org/officeDocument/2006/relationships/image" Target="media/image5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karova_sf\AppData\Roaming\Microsoft\Templates\&#1041;&#1091;&#1082;&#1083;&#1077;&#1090;%20&#1082;&#1086;&#1084;&#1087;&#1072;&#1085;&#1080;&#1080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AD23EAF5AD44D5F95A8A86DCB2B83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E8353D-DE92-47C7-981E-CC13EB7913CC}"/>
      </w:docPartPr>
      <w:docPartBody>
        <w:p w:rsidR="000376CF" w:rsidRDefault="0095191D">
          <w:pPr>
            <w:pStyle w:val="EAD23EAF5AD44D5F95A8A86DCB2B836F"/>
          </w:pPr>
          <w:r w:rsidRPr="00B83A3A">
            <w:rPr>
              <w:lang w:bidi="ru-RU"/>
            </w:rPr>
            <w:t>[Название организации]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91D"/>
    <w:rsid w:val="000376CF"/>
    <w:rsid w:val="00831AEE"/>
    <w:rsid w:val="0095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7F48E59F96C49AB9ECD0F5909E06A8F">
    <w:name w:val="E7F48E59F96C49AB9ECD0F5909E06A8F"/>
  </w:style>
  <w:style w:type="paragraph" w:customStyle="1" w:styleId="D9861B791B4D48FC8D1CFD411F9A0CDC">
    <w:name w:val="D9861B791B4D48FC8D1CFD411F9A0CDC"/>
  </w:style>
  <w:style w:type="paragraph" w:customStyle="1" w:styleId="EAD23EAF5AD44D5F95A8A86DCB2B836F">
    <w:name w:val="EAD23EAF5AD44D5F95A8A86DCB2B836F"/>
  </w:style>
  <w:style w:type="paragraph" w:customStyle="1" w:styleId="94C46FA33BE24400942AE10609614CCF">
    <w:name w:val="94C46FA33BE24400942AE10609614CCF"/>
  </w:style>
  <w:style w:type="paragraph" w:customStyle="1" w:styleId="03D73107F91E4C7FB84EC4E633CF6A15">
    <w:name w:val="03D73107F91E4C7FB84EC4E633CF6A15"/>
  </w:style>
  <w:style w:type="paragraph" w:customStyle="1" w:styleId="F9D54518D57A49EC93AAD1D85348DCEA">
    <w:name w:val="F9D54518D57A49EC93AAD1D85348DCEA"/>
  </w:style>
  <w:style w:type="paragraph" w:customStyle="1" w:styleId="C46BDC2323E14B7B8E6A51C995572598">
    <w:name w:val="C46BDC2323E14B7B8E6A51C995572598"/>
  </w:style>
  <w:style w:type="paragraph" w:customStyle="1" w:styleId="4439A406DC754AEB892FB4C073788947">
    <w:name w:val="4439A406DC754AEB892FB4C073788947"/>
  </w:style>
  <w:style w:type="paragraph" w:customStyle="1" w:styleId="AEA9EE07B42C477C91A3EAB6BD45FB54">
    <w:name w:val="AEA9EE07B42C477C91A3EAB6BD45FB54"/>
  </w:style>
  <w:style w:type="paragraph" w:customStyle="1" w:styleId="2F8F6ED87379434980A9EC087A332FA6">
    <w:name w:val="2F8F6ED87379434980A9EC087A332FA6"/>
  </w:style>
  <w:style w:type="paragraph" w:customStyle="1" w:styleId="12E3BF2B5C8B4B05B9594ED36AC0D50A">
    <w:name w:val="12E3BF2B5C8B4B05B9594ED36AC0D5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Red Business Set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846397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2012-06-29T21:48:00+00:00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1591641</Value>
    </PublishStatusLookup>
    <APAuthor xmlns="4873beb7-5857-4685-be1f-d57550cc96cc">
      <UserInfo>
        <DisplayName>MIDDLEEAST\v-keerth</DisplayName>
        <AccountId>2799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TP102933471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6837CD04-C285-4EC8-803D-259CDCD27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B41C54-6DA1-4EF0-8D7D-A28A703F6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4579E6-1417-4B77-9575-936510E87B6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Буклет компании</Template>
  <TotalTime>177</TotalTime>
  <Pages>3</Pages>
  <Words>512</Words>
  <Characters>2922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КГКУ «ПРИМОРСКИЙ ЦЕНТР ЗАНЯТОСТИ НАСЕЛЕНИЯ»</Company>
  <LinksUpToDate>false</LinksUpToDate>
  <CharactersWithSpaces>3428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Макарова Светлана Федоровна</dc:creator>
  <cp:lastModifiedBy>Макарова Светлана Федоровна</cp:lastModifiedBy>
  <cp:revision>6</cp:revision>
  <cp:lastPrinted>2021-04-08T03:03:00Z</cp:lastPrinted>
  <dcterms:created xsi:type="dcterms:W3CDTF">2021-04-08T00:13:00Z</dcterms:created>
  <dcterms:modified xsi:type="dcterms:W3CDTF">2021-04-08T03:35:00Z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