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E6" w:rsidRDefault="007D43E6">
      <w:pPr>
        <w:ind w:left="-1134" w:right="-432"/>
        <w:jc w:val="both"/>
        <w:rPr>
          <w:rFonts w:ascii="Roboto" w:hAnsi="Roboto" w:cs="Roboto"/>
          <w:color w:val="7F7F7F"/>
          <w:sz w:val="28"/>
          <w:szCs w:val="28"/>
        </w:rPr>
      </w:pPr>
    </w:p>
    <w:p w:rsidR="007D43E6" w:rsidRDefault="007D43E6">
      <w:pPr>
        <w:jc w:val="both"/>
        <w:rPr>
          <w:rFonts w:ascii="Roboto" w:hAnsi="Roboto" w:cs="Roboto"/>
          <w:color w:val="7F7F7F"/>
          <w:sz w:val="28"/>
          <w:szCs w:val="28"/>
        </w:rPr>
      </w:pPr>
    </w:p>
    <w:p w:rsidR="007D43E6" w:rsidRDefault="007D43E6">
      <w:pPr>
        <w:ind w:firstLine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>Приглашаем Вас стать участником программы «Бизнес класс»!</w:t>
      </w:r>
    </w:p>
    <w:p w:rsidR="007D43E6" w:rsidRDefault="007D43E6">
      <w:pPr>
        <w:widowControl w:val="0"/>
        <w:tabs>
          <w:tab w:val="left" w:pos="587"/>
        </w:tabs>
        <w:ind w:right="115" w:firstLine="720"/>
        <w:jc w:val="both"/>
        <w:rPr>
          <w:rFonts w:ascii="Roboto" w:hAnsi="Roboto" w:cs="Roboto"/>
          <w:color w:val="7F7F7F"/>
          <w:sz w:val="28"/>
          <w:szCs w:val="28"/>
        </w:rPr>
      </w:pP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Что такое «Бизнес класс»?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1. Это программа для предпринимателей, которые хотят получить новые знания и основные компетенции, необходимые для развития бизнеса.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2. Участие в программе абсолютно бесплатно. Организаторами выступают компании Google и Сбербанк.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Для кого эта программа?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Программа создана для двух типов предпринимателей: 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(1) </w:t>
      </w:r>
      <w:r>
        <w:rPr>
          <w:rFonts w:ascii="Roboto" w:hAnsi="Roboto" w:cs="Roboto"/>
          <w:b/>
          <w:bCs/>
          <w:color w:val="7F7F7F"/>
          <w:sz w:val="28"/>
          <w:szCs w:val="28"/>
        </w:rPr>
        <w:t xml:space="preserve">начинающих </w:t>
      </w:r>
      <w:r>
        <w:rPr>
          <w:rFonts w:ascii="Roboto" w:hAnsi="Roboto" w:cs="Roboto"/>
          <w:color w:val="7F7F7F"/>
          <w:sz w:val="28"/>
          <w:szCs w:val="28"/>
        </w:rPr>
        <w:t>– тех, у кого есть лишь идеи и желание для создания бизнеса, и тех, кто только запустил свой проект, но пока не знает с чего начать.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(2) </w:t>
      </w:r>
      <w:r>
        <w:rPr>
          <w:rFonts w:ascii="Roboto" w:hAnsi="Roboto" w:cs="Roboto"/>
          <w:b/>
          <w:bCs/>
          <w:color w:val="7F7F7F"/>
          <w:sz w:val="28"/>
          <w:szCs w:val="28"/>
        </w:rPr>
        <w:t>действующих</w:t>
      </w:r>
      <w:r>
        <w:rPr>
          <w:rFonts w:ascii="Roboto" w:hAnsi="Roboto" w:cs="Roboto"/>
          <w:color w:val="7F7F7F"/>
          <w:sz w:val="28"/>
          <w:szCs w:val="28"/>
        </w:rPr>
        <w:t xml:space="preserve"> – тех, кто уже давно начал свое дело, и стремится  его совершенствовать и развивать (владельцы микро- и малого бизнеса).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 xml:space="preserve">О программе 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Программа включает в себя теоретическую часть и решение различных практических задач. Став участником программы, Вы получите доступ к видеоурокам и вебинарам с экспертами курса. На основе полученных знаний Вы сможете развивать свой проект, выполняя рекомендуемые экспертами задания.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Продолжительность курса составляет 5 месяцев. За это время Вы сможете присоединиться к видеоурокам, вебинарам и мероприятиям с экспертами программы, а также выполнить различные практические задания для закрепления полученных знаний. 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  <w:bookmarkStart w:id="0" w:name="_GoBack"/>
      <w:bookmarkEnd w:id="0"/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Варианты участия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При регистрации Вы можете выбрать один из двух режимов участия:</w:t>
      </w:r>
    </w:p>
    <w:p w:rsidR="007D43E6" w:rsidRDefault="007D43E6">
      <w:pPr>
        <w:numPr>
          <w:ilvl w:val="0"/>
          <w:numId w:val="2"/>
        </w:numPr>
        <w:ind w:hanging="360"/>
        <w:jc w:val="both"/>
        <w:rPr>
          <w:rFonts w:ascii="GT Walsheim Pro Light" w:hAnsi="GT Walsheim Pro Light" w:cs="GT Walsheim Pro Light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Онлайн-программа</w:t>
      </w:r>
      <w:r>
        <w:rPr>
          <w:rFonts w:ascii="Roboto" w:hAnsi="Roboto" w:cs="Roboto"/>
          <w:color w:val="7F7F7F"/>
          <w:sz w:val="28"/>
          <w:szCs w:val="28"/>
        </w:rPr>
        <w:t xml:space="preserve"> – видеоуроки, тестовые и практические задания, вебинары, рекомендации полезной литературы от экспертов курса. Для участия понадобится 1-3 свободных часа в неделю. Онлайн-курс будет доступен также для жителей других регионов, прошедших регистрацию.</w:t>
      </w:r>
    </w:p>
    <w:p w:rsidR="007D43E6" w:rsidRDefault="007D43E6">
      <w:pPr>
        <w:numPr>
          <w:ilvl w:val="0"/>
          <w:numId w:val="2"/>
        </w:numPr>
        <w:ind w:hanging="360"/>
        <w:jc w:val="both"/>
        <w:rPr>
          <w:rFonts w:ascii="GT Walsheim Pro Light" w:hAnsi="GT Walsheim Pro Light" w:cs="GT Walsheim Pro Light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Интенсивная программа</w:t>
      </w:r>
      <w:r>
        <w:rPr>
          <w:rFonts w:ascii="Roboto" w:hAnsi="Roboto" w:cs="Roboto"/>
          <w:color w:val="7F7F7F"/>
          <w:sz w:val="28"/>
          <w:szCs w:val="28"/>
        </w:rPr>
        <w:t xml:space="preserve"> – видеоуроки, тестовые и практические задания, вебинары, рекомендации полезной литературы от экспертов курса. Каждый участник, прошедший отбор в интенсивный режим программы, получит возможность работать с наставником из числа успешных предпринимателей и посещать мастер-классы с экспертами программы во Владивостоке и Хабаровске.</w:t>
      </w:r>
    </w:p>
    <w:p w:rsidR="007D43E6" w:rsidRDefault="007D43E6">
      <w:pPr>
        <w:ind w:left="720"/>
        <w:jc w:val="both"/>
        <w:rPr>
          <w:rFonts w:ascii="Roboto" w:hAnsi="Roboto" w:cs="Roboto"/>
          <w:color w:val="7F7F7F"/>
          <w:sz w:val="28"/>
          <w:szCs w:val="28"/>
        </w:rPr>
      </w:pPr>
    </w:p>
    <w:p w:rsidR="007D43E6" w:rsidRDefault="007D43E6">
      <w:pPr>
        <w:spacing w:after="160"/>
        <w:ind w:left="708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ОБРАТИТЕ ВНИМАНИЕ: Интенсивный режим доступен для участников, проживающих на Дальнем Востоке,  зарегистрировавшихся в период с 17.02.2017 до 16.05.2017 и прошедших отбор.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Программа охватывает следующие регионы Дальнего Востока: Приморский край, Хабаровский край, Еврейскую АО, Амурскую область, Магаданскую область, Чукотский АО, Камчатский край, Сахалинскую область.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Правила, регламентирующие порядок отбора и участие в интенсивной программе, будут опубликованы в мае 2017 года.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Как строится работа в рамках программы?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Вся программа разбита на модули, посвященные основным вопросам организации и ведения бизнеса – от бизнес-моделей до стратегий развития. Отдельные модули посвящены методикам исследования рынка и потребителей, основам финансовой грамотности, интернет-маркетингу и многому другому. 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Каждый новый модуль становится доступен только после выполнения всех необходимых заданий из предыдущего, но не ранее даты, указанной в учебном плане (примерно один модуль в месяц).</w:t>
      </w:r>
    </w:p>
    <w:p w:rsidR="007D43E6" w:rsidRDefault="007D43E6">
      <w:pPr>
        <w:spacing w:after="160"/>
        <w:jc w:val="both"/>
        <w:rPr>
          <w:rFonts w:ascii="Roboto" w:hAnsi="Roboto" w:cs="Roboto"/>
          <w:color w:val="7F7F7F"/>
          <w:sz w:val="28"/>
          <w:szCs w:val="28"/>
        </w:rPr>
      </w:pP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</w:rPr>
        <w:t>Результаты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 xml:space="preserve">Пройдя курс Вы сможете систематизировать имеющиеся знания, наработать ключевые бизнес-компетенции и сформировать целостное видение своего бизнеса. 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</w:rPr>
      </w:pPr>
      <w:r>
        <w:rPr>
          <w:rFonts w:ascii="Roboto" w:hAnsi="Roboto" w:cs="Roboto"/>
          <w:color w:val="7F7F7F"/>
          <w:sz w:val="28"/>
          <w:szCs w:val="28"/>
        </w:rPr>
        <w:t>После прохождения всех модулей и тестирований Вы получите электронный сертификат, подтверждающий успешное прохождение программы «Бизнес класс».</w:t>
      </w:r>
    </w:p>
    <w:p w:rsidR="007D43E6" w:rsidRDefault="007D43E6">
      <w:pPr>
        <w:spacing w:after="160"/>
        <w:ind w:left="708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  <w:r>
        <w:rPr>
          <w:rFonts w:ascii="Roboto" w:hAnsi="Roboto" w:cs="Roboto"/>
          <w:color w:val="7F7F7F"/>
          <w:sz w:val="28"/>
          <w:szCs w:val="28"/>
        </w:rPr>
        <w:t>По завершении программы заработанные во время прохождения курса баллы можно обменять на подарки от организаторов и партнеров.</w:t>
      </w:r>
    </w:p>
    <w:p w:rsidR="007D43E6" w:rsidRDefault="007D43E6">
      <w:pPr>
        <w:widowControl w:val="0"/>
        <w:tabs>
          <w:tab w:val="left" w:pos="720"/>
        </w:tabs>
        <w:spacing w:before="46"/>
        <w:ind w:right="111" w:firstLine="720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  <w:r>
        <w:rPr>
          <w:rFonts w:ascii="Roboto" w:hAnsi="Roboto" w:cs="Roboto"/>
          <w:b/>
          <w:bCs/>
          <w:color w:val="7F7F7F"/>
          <w:sz w:val="28"/>
          <w:szCs w:val="28"/>
          <w:highlight w:val="white"/>
        </w:rPr>
        <w:t xml:space="preserve">Как стать участником программы “Бизнес класс”? </w:t>
      </w:r>
    </w:p>
    <w:p w:rsidR="007D43E6" w:rsidRDefault="007D43E6">
      <w:pPr>
        <w:widowControl w:val="0"/>
        <w:tabs>
          <w:tab w:val="left" w:pos="720"/>
        </w:tabs>
        <w:spacing w:before="46"/>
        <w:ind w:right="111" w:firstLine="720"/>
        <w:jc w:val="both"/>
        <w:rPr>
          <w:rFonts w:ascii="Roboto" w:hAnsi="Roboto" w:cs="Roboto"/>
          <w:b/>
          <w:bCs/>
          <w:color w:val="7F7F7F"/>
          <w:sz w:val="28"/>
          <w:szCs w:val="28"/>
        </w:rPr>
      </w:pPr>
    </w:p>
    <w:p w:rsidR="007D43E6" w:rsidRDefault="007D43E6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 xml:space="preserve">Зайти на сайт программы: </w:t>
      </w:r>
      <w:hyperlink r:id="rId7">
        <w:r>
          <w:rPr>
            <w:rFonts w:ascii="Roboto" w:hAnsi="Roboto" w:cs="Roboto"/>
            <w:color w:val="7F7F7F"/>
            <w:sz w:val="28"/>
            <w:szCs w:val="28"/>
            <w:highlight w:val="white"/>
            <w:u w:val="single"/>
          </w:rPr>
          <w:t>business-class.pro</w:t>
        </w:r>
      </w:hyperlink>
    </w:p>
    <w:p w:rsidR="007D43E6" w:rsidRDefault="007D43E6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>Пройти процедуру регистрации, заполнив анкету</w:t>
      </w:r>
    </w:p>
    <w:p w:rsidR="007D43E6" w:rsidRDefault="007D43E6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>Подтвердить регистрацию (в электронной почте) и получить доступ к системе</w:t>
      </w:r>
    </w:p>
    <w:p w:rsidR="007D43E6" w:rsidRDefault="007D43E6">
      <w:pPr>
        <w:widowControl w:val="0"/>
        <w:numPr>
          <w:ilvl w:val="0"/>
          <w:numId w:val="1"/>
        </w:numPr>
        <w:tabs>
          <w:tab w:val="left" w:pos="720"/>
        </w:tabs>
        <w:ind w:right="111" w:hanging="360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>Приступить к первому модулю!</w:t>
      </w:r>
    </w:p>
    <w:p w:rsidR="007D43E6" w:rsidRDefault="007D43E6">
      <w:pPr>
        <w:widowControl w:val="0"/>
        <w:tabs>
          <w:tab w:val="left" w:pos="720"/>
        </w:tabs>
        <w:spacing w:before="46"/>
        <w:ind w:right="111"/>
        <w:jc w:val="both"/>
        <w:rPr>
          <w:rFonts w:ascii="Roboto" w:hAnsi="Roboto" w:cs="Roboto"/>
          <w:color w:val="7F7F7F"/>
          <w:sz w:val="28"/>
          <w:szCs w:val="28"/>
          <w:highlight w:val="white"/>
        </w:rPr>
      </w:pPr>
    </w:p>
    <w:p w:rsidR="007D43E6" w:rsidRDefault="007D43E6">
      <w:pPr>
        <w:widowControl w:val="0"/>
        <w:tabs>
          <w:tab w:val="left" w:pos="720"/>
        </w:tabs>
        <w:spacing w:before="46"/>
        <w:ind w:left="720" w:right="111"/>
        <w:jc w:val="both"/>
        <w:rPr>
          <w:rFonts w:ascii="Roboto" w:hAnsi="Roboto" w:cs="Roboto"/>
        </w:rPr>
      </w:pPr>
      <w:r>
        <w:rPr>
          <w:rFonts w:ascii="Roboto" w:hAnsi="Roboto" w:cs="Roboto"/>
          <w:color w:val="7F7F7F"/>
          <w:sz w:val="28"/>
          <w:szCs w:val="28"/>
          <w:highlight w:val="white"/>
        </w:rPr>
        <w:t xml:space="preserve">По любым вопросам можно обращаться через форму обратной связи в личном кабинете на сайте </w:t>
      </w:r>
      <w:hyperlink r:id="rId8">
        <w:r>
          <w:rPr>
            <w:rFonts w:ascii="Roboto" w:hAnsi="Roboto" w:cs="Roboto"/>
            <w:color w:val="7F7F7F"/>
            <w:sz w:val="28"/>
            <w:szCs w:val="28"/>
            <w:highlight w:val="white"/>
            <w:u w:val="single"/>
          </w:rPr>
          <w:t>business-class.pro</w:t>
        </w:r>
      </w:hyperlink>
      <w:r>
        <w:rPr>
          <w:rFonts w:ascii="Roboto" w:hAnsi="Roboto" w:cs="Roboto"/>
          <w:color w:val="7F7F7F"/>
          <w:sz w:val="28"/>
          <w:szCs w:val="28"/>
          <w:highlight w:val="white"/>
        </w:rPr>
        <w:t xml:space="preserve"> или написав письмо на </w:t>
      </w:r>
      <w:hyperlink r:id="rId9">
        <w:r>
          <w:rPr>
            <w:rFonts w:ascii="Roboto" w:hAnsi="Roboto" w:cs="Roboto"/>
            <w:color w:val="7F7F7F"/>
            <w:sz w:val="28"/>
            <w:szCs w:val="28"/>
            <w:highlight w:val="white"/>
          </w:rPr>
          <w:t>info@business-class.pro</w:t>
        </w:r>
      </w:hyperlink>
      <w:r>
        <w:rPr>
          <w:rFonts w:ascii="Roboto" w:hAnsi="Roboto" w:cs="Roboto"/>
          <w:color w:val="7F7F7F"/>
          <w:sz w:val="28"/>
          <w:szCs w:val="28"/>
          <w:highlight w:val="white"/>
        </w:rPr>
        <w:t>.</w:t>
      </w:r>
    </w:p>
    <w:sectPr w:rsidR="007D43E6" w:rsidSect="0054106D">
      <w:headerReference w:type="default" r:id="rId10"/>
      <w:footerReference w:type="default" r:id="rId11"/>
      <w:pgSz w:w="11909" w:h="16834"/>
      <w:pgMar w:top="1134" w:right="1440" w:bottom="1134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3E6" w:rsidRDefault="007D43E6">
      <w:pPr>
        <w:spacing w:line="240" w:lineRule="auto"/>
      </w:pPr>
      <w:r>
        <w:separator/>
      </w:r>
    </w:p>
  </w:endnote>
  <w:endnote w:type="continuationSeparator" w:id="1">
    <w:p w:rsidR="007D43E6" w:rsidRDefault="007D4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T Walsheim Pro 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3E6" w:rsidRDefault="007D43E6">
    <w:r w:rsidRPr="002D0FFF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01.png" o:spid="_x0000_i1026" type="#_x0000_t75" style="width:450pt;height:52.5pt;visibility:visible">
          <v:imagedata r:id="rId1" o:title="" croptop="51030f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3E6" w:rsidRDefault="007D43E6">
      <w:pPr>
        <w:spacing w:line="240" w:lineRule="auto"/>
      </w:pPr>
      <w:r>
        <w:separator/>
      </w:r>
    </w:p>
  </w:footnote>
  <w:footnote w:type="continuationSeparator" w:id="1">
    <w:p w:rsidR="007D43E6" w:rsidRDefault="007D43E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3E6" w:rsidRDefault="007D43E6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03.png" o:spid="_x0000_s2049" type="#_x0000_t75" style="position:absolute;margin-left:0;margin-top:30.75pt;width:82.95pt;height:14.85pt;z-index:251660288;visibility:visible;mso-wrap-distance-left:1.5pt;mso-wrap-distance-top:1.5pt;mso-wrap-distance-right:1.5pt;mso-wrap-distance-bottom:1.5pt;mso-position-horizontal-relative:margin" o:allowincell="f">
          <v:imagedata r:id="rId1" o:title=""/>
          <w10:wrap type="topAndBottom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955"/>
    <w:multiLevelType w:val="multilevel"/>
    <w:tmpl w:val="76203192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">
    <w:nsid w:val="27CB4F8D"/>
    <w:multiLevelType w:val="multilevel"/>
    <w:tmpl w:val="31DAEE28"/>
    <w:lvl w:ilvl="0">
      <w:start w:val="1"/>
      <w:numFmt w:val="decimal"/>
      <w:lvlText w:val="%1."/>
      <w:lvlJc w:val="left"/>
      <w:pPr>
        <w:ind w:left="1440" w:firstLine="252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39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540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68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828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972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111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1260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1404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0233"/>
    <w:rsid w:val="001B502B"/>
    <w:rsid w:val="002D0FFF"/>
    <w:rsid w:val="004D4689"/>
    <w:rsid w:val="00530233"/>
    <w:rsid w:val="0054106D"/>
    <w:rsid w:val="007D43E6"/>
    <w:rsid w:val="00B80EF3"/>
    <w:rsid w:val="00EC003E"/>
    <w:rsid w:val="00F41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06D"/>
    <w:pPr>
      <w:spacing w:line="276" w:lineRule="auto"/>
    </w:pPr>
    <w:rPr>
      <w:color w:val="00000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106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06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106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4106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106D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4106D"/>
    <w:pPr>
      <w:keepNext/>
      <w:keepLines/>
      <w:spacing w:before="240" w:after="80"/>
      <w:outlineLvl w:val="5"/>
    </w:pPr>
    <w:rPr>
      <w:i/>
      <w:iCs/>
      <w:color w:val="66666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3F3D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3F3D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3F3D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3F3D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3F3D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3F3D"/>
    <w:rPr>
      <w:rFonts w:asciiTheme="minorHAnsi" w:eastAsiaTheme="minorEastAsia" w:hAnsiTheme="minorHAnsi" w:cstheme="minorBidi"/>
      <w:b/>
      <w:bCs/>
      <w:color w:val="000000"/>
    </w:rPr>
  </w:style>
  <w:style w:type="table" w:customStyle="1" w:styleId="TableNormal1">
    <w:name w:val="Table Normal1"/>
    <w:uiPriority w:val="99"/>
    <w:rsid w:val="0054106D"/>
    <w:pPr>
      <w:spacing w:line="276" w:lineRule="auto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4106D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3F3D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4106D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AA3F3D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C0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00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siness-class.pro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usiness-class.pro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business-class.pr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575</Words>
  <Characters>3281</Characters>
  <Application>Microsoft Office Outlook</Application>
  <DocSecurity>0</DocSecurity>
  <Lines>0</Lines>
  <Paragraphs>0</Paragraphs>
  <ScaleCrop>false</ScaleCrop>
  <Company>ОАО Сбербанк России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Приглашаем Вас стать участником программы «Бизнес класс»</dc:title>
  <dc:subject/>
  <dc:creator>adm53</dc:creator>
  <cp:keywords/>
  <dc:description/>
  <cp:lastModifiedBy>adm53</cp:lastModifiedBy>
  <cp:revision>2</cp:revision>
  <dcterms:created xsi:type="dcterms:W3CDTF">2017-04-12T01:51:00Z</dcterms:created>
  <dcterms:modified xsi:type="dcterms:W3CDTF">2017-04-12T01:51:00Z</dcterms:modified>
</cp:coreProperties>
</file>