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D84" w:rsidRPr="008F03F4" w:rsidRDefault="003F0D84" w:rsidP="00463029">
      <w:pPr>
        <w:spacing w:after="0" w:line="240" w:lineRule="auto"/>
        <w:ind w:left="935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8F03F4">
        <w:rPr>
          <w:rFonts w:ascii="Times New Roman" w:hAnsi="Times New Roman"/>
          <w:bCs/>
          <w:color w:val="000000"/>
          <w:sz w:val="24"/>
          <w:szCs w:val="24"/>
        </w:rPr>
        <w:t xml:space="preserve">Приложение № </w:t>
      </w:r>
      <w:r>
        <w:rPr>
          <w:rFonts w:ascii="Times New Roman" w:hAnsi="Times New Roman"/>
          <w:bCs/>
          <w:color w:val="000000"/>
          <w:sz w:val="24"/>
          <w:szCs w:val="24"/>
        </w:rPr>
        <w:t>2</w:t>
      </w:r>
    </w:p>
    <w:p w:rsidR="003F0D84" w:rsidRPr="008F03F4" w:rsidRDefault="003F0D84" w:rsidP="00463029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sz w:val="24"/>
          <w:szCs w:val="24"/>
        </w:rPr>
      </w:pPr>
      <w:r w:rsidRPr="008F03F4">
        <w:rPr>
          <w:rFonts w:ascii="Times New Roman" w:hAnsi="Times New Roman"/>
          <w:sz w:val="24"/>
          <w:szCs w:val="24"/>
        </w:rPr>
        <w:t>к постановлению администрации Дальнереченского городского округа от ___ июня 2014 года  № ____</w:t>
      </w:r>
    </w:p>
    <w:p w:rsidR="003F0D84" w:rsidRPr="008F03F4" w:rsidRDefault="003F0D84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</w:rPr>
      </w:pPr>
    </w:p>
    <w:p w:rsidR="003F0D84" w:rsidRPr="008F03F4" w:rsidRDefault="003F0D84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</w:rPr>
      </w:pPr>
    </w:p>
    <w:p w:rsidR="003F0D84" w:rsidRPr="008F03F4" w:rsidRDefault="003F0D84" w:rsidP="00064A71">
      <w:pPr>
        <w:spacing w:after="0"/>
        <w:ind w:left="10008"/>
        <w:jc w:val="center"/>
        <w:rPr>
          <w:rFonts w:ascii="Times New Roman" w:hAnsi="Times New Roman"/>
          <w:bCs/>
          <w:color w:val="000000"/>
        </w:rPr>
      </w:pPr>
      <w:r w:rsidRPr="008F03F4">
        <w:rPr>
          <w:rFonts w:ascii="Times New Roman" w:hAnsi="Times New Roman"/>
          <w:bCs/>
          <w:color w:val="000000"/>
        </w:rPr>
        <w:t>Приложение № 5</w:t>
      </w:r>
    </w:p>
    <w:p w:rsidR="003F0D84" w:rsidRPr="008F03F4" w:rsidRDefault="003F0D84" w:rsidP="00064A71">
      <w:pPr>
        <w:autoSpaceDE w:val="0"/>
        <w:autoSpaceDN w:val="0"/>
        <w:adjustRightInd w:val="0"/>
        <w:spacing w:after="0" w:line="240" w:lineRule="auto"/>
        <w:ind w:left="10008"/>
        <w:outlineLvl w:val="1"/>
        <w:rPr>
          <w:rFonts w:ascii="Times New Roman" w:hAnsi="Times New Roman"/>
        </w:rPr>
      </w:pPr>
      <w:r w:rsidRPr="008F03F4">
        <w:rPr>
          <w:rFonts w:ascii="Times New Roman" w:hAnsi="Times New Roman"/>
        </w:rPr>
        <w:t xml:space="preserve">к муниципальной программе </w:t>
      </w:r>
    </w:p>
    <w:p w:rsidR="003F0D84" w:rsidRPr="008F03F4" w:rsidRDefault="003F0D84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</w:rPr>
      </w:pPr>
      <w:r w:rsidRPr="008F03F4">
        <w:rPr>
          <w:rFonts w:ascii="Times New Roman" w:hAnsi="Times New Roman"/>
        </w:rPr>
        <w:t>«Развитие образования Дальнереченского городского округа»  на 2014-2016 годы,</w:t>
      </w:r>
    </w:p>
    <w:p w:rsidR="003F0D84" w:rsidRPr="008F03F4" w:rsidRDefault="003F0D84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</w:rPr>
      </w:pPr>
      <w:r w:rsidRPr="008F03F4">
        <w:rPr>
          <w:rFonts w:ascii="Times New Roman" w:hAnsi="Times New Roman"/>
        </w:rPr>
        <w:t>утвержденной постановлением</w:t>
      </w:r>
    </w:p>
    <w:p w:rsidR="003F0D84" w:rsidRPr="008F03F4" w:rsidRDefault="003F0D84" w:rsidP="00B24788">
      <w:pPr>
        <w:spacing w:after="0" w:line="240" w:lineRule="auto"/>
        <w:ind w:left="10010"/>
        <w:rPr>
          <w:rFonts w:ascii="Times New Roman" w:hAnsi="Times New Roman"/>
        </w:rPr>
      </w:pPr>
      <w:r w:rsidRPr="008F03F4">
        <w:rPr>
          <w:rFonts w:ascii="Times New Roman" w:hAnsi="Times New Roman"/>
        </w:rPr>
        <w:t xml:space="preserve">администрации  Дальнереченского городского округа </w:t>
      </w:r>
    </w:p>
    <w:p w:rsidR="003F0D84" w:rsidRPr="008F03F4" w:rsidRDefault="003F0D84" w:rsidP="00B24788">
      <w:pPr>
        <w:spacing w:after="0" w:line="240" w:lineRule="auto"/>
        <w:ind w:left="10010"/>
        <w:rPr>
          <w:rFonts w:ascii="Times New Roman" w:hAnsi="Times New Roman"/>
        </w:rPr>
      </w:pPr>
      <w:r w:rsidRPr="008F03F4">
        <w:rPr>
          <w:rFonts w:ascii="Times New Roman" w:hAnsi="Times New Roman"/>
          <w:bCs/>
        </w:rPr>
        <w:t xml:space="preserve">от 15 октября </w:t>
      </w:r>
      <w:smartTag w:uri="urn:schemas-microsoft-com:office:smarttags" w:element="metricconverter">
        <w:smartTagPr>
          <w:attr w:name="ProductID" w:val="2013 г"/>
        </w:smartTagPr>
        <w:r w:rsidRPr="008F03F4">
          <w:rPr>
            <w:rFonts w:ascii="Times New Roman" w:hAnsi="Times New Roman"/>
            <w:bCs/>
          </w:rPr>
          <w:t>2013 г</w:t>
        </w:r>
      </w:smartTag>
      <w:r w:rsidRPr="008F03F4">
        <w:rPr>
          <w:rFonts w:ascii="Times New Roman" w:hAnsi="Times New Roman"/>
          <w:bCs/>
        </w:rPr>
        <w:t xml:space="preserve"> № 1258</w:t>
      </w:r>
      <w:r w:rsidRPr="008F03F4">
        <w:rPr>
          <w:rFonts w:ascii="Times New Roman" w:hAnsi="Times New Roman"/>
        </w:rPr>
        <w:br w:type="textWrapping" w:clear="all"/>
      </w:r>
    </w:p>
    <w:tbl>
      <w:tblPr>
        <w:tblW w:w="15180" w:type="dxa"/>
        <w:tblInd w:w="108" w:type="dxa"/>
        <w:tblLayout w:type="fixed"/>
        <w:tblLook w:val="00A0"/>
      </w:tblPr>
      <w:tblGrid>
        <w:gridCol w:w="990"/>
        <w:gridCol w:w="5720"/>
        <w:gridCol w:w="3630"/>
        <w:gridCol w:w="1650"/>
        <w:gridCol w:w="1430"/>
        <w:gridCol w:w="1760"/>
      </w:tblGrid>
      <w:tr w:rsidR="003F0D84" w:rsidRPr="008F03F4" w:rsidTr="00BD7A5D">
        <w:trPr>
          <w:trHeight w:val="489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B71A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B71A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B71A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F0D84" w:rsidRPr="008F03F4" w:rsidRDefault="003F0D84" w:rsidP="00B71A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Оценка расходов (тыс. руб.), годы</w:t>
            </w:r>
          </w:p>
        </w:tc>
      </w:tr>
      <w:tr w:rsidR="003F0D84" w:rsidRPr="008F03F4" w:rsidTr="00BD7A5D">
        <w:trPr>
          <w:trHeight w:val="315"/>
        </w:trPr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B71A6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B71A6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B71A6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D84" w:rsidRPr="008F03F4" w:rsidRDefault="003F0D84" w:rsidP="00B71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D84" w:rsidRPr="008F03F4" w:rsidRDefault="003F0D84" w:rsidP="00B71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D84" w:rsidRPr="008F03F4" w:rsidRDefault="003F0D84" w:rsidP="00B71A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</w:tr>
    </w:tbl>
    <w:p w:rsidR="003F0D84" w:rsidRPr="008F03F4" w:rsidRDefault="003F0D84" w:rsidP="006618D4">
      <w:pPr>
        <w:spacing w:after="0" w:line="240" w:lineRule="auto"/>
        <w:ind w:left="924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95" w:type="dxa"/>
        <w:tblInd w:w="93" w:type="dxa"/>
        <w:tblLayout w:type="fixed"/>
        <w:tblLook w:val="00A0"/>
      </w:tblPr>
      <w:tblGrid>
        <w:gridCol w:w="1020"/>
        <w:gridCol w:w="5703"/>
        <w:gridCol w:w="3629"/>
        <w:gridCol w:w="1650"/>
        <w:gridCol w:w="1433"/>
        <w:gridCol w:w="1760"/>
      </w:tblGrid>
      <w:tr w:rsidR="003F0D84" w:rsidRPr="008F03F4" w:rsidTr="00BD7A5D">
        <w:trPr>
          <w:trHeight w:val="20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0D84" w:rsidRPr="008F03F4" w:rsidRDefault="003F0D84" w:rsidP="005527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2.4.</w:t>
            </w: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585438" w:rsidRDefault="003F0D84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85438">
              <w:rPr>
                <w:rFonts w:ascii="Times New Roman" w:hAnsi="Times New Roman"/>
                <w:b/>
                <w:sz w:val="24"/>
                <w:szCs w:val="24"/>
              </w:rPr>
              <w:t>5412,40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6692,11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7353,00</w:t>
            </w:r>
          </w:p>
        </w:tc>
      </w:tr>
      <w:tr w:rsidR="003F0D84" w:rsidRPr="008F03F4" w:rsidTr="00BD7A5D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585438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585438">
              <w:rPr>
                <w:rFonts w:ascii="Times New Roman" w:hAnsi="Times New Roman"/>
                <w:b/>
                <w:sz w:val="24"/>
                <w:szCs w:val="24"/>
              </w:rPr>
              <w:t xml:space="preserve">2455,00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585438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85438">
              <w:rPr>
                <w:rFonts w:ascii="Times New Roman" w:hAnsi="Times New Roman"/>
                <w:b/>
                <w:sz w:val="24"/>
                <w:szCs w:val="24"/>
              </w:rPr>
              <w:t>2957,40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6692,11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/>
                <w:sz w:val="24"/>
                <w:szCs w:val="24"/>
              </w:rPr>
              <w:t>7353,00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84" w:rsidRPr="008F03F4" w:rsidRDefault="003F0D84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Замена деревянных полов, покрытий из линолеума </w:t>
            </w:r>
          </w:p>
          <w:p w:rsidR="003F0D84" w:rsidRPr="008F03F4" w:rsidRDefault="003F0D84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6»;</w:t>
            </w:r>
          </w:p>
          <w:p w:rsidR="003F0D84" w:rsidRPr="008F03F4" w:rsidRDefault="003F0D84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2»;</w:t>
            </w:r>
          </w:p>
          <w:p w:rsidR="003F0D84" w:rsidRPr="008F03F4" w:rsidRDefault="003F0D84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84" w:rsidRPr="008F03F4" w:rsidRDefault="003F0D84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Ремонт пола в спортивном зале </w:t>
            </w:r>
          </w:p>
          <w:p w:rsidR="003F0D84" w:rsidRPr="008F03F4" w:rsidRDefault="003F0D84" w:rsidP="00CF57DF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</w:t>
            </w:r>
            <w:r w:rsidRPr="008F03F4">
              <w:rPr>
                <w:rFonts w:ascii="Times New Roman" w:hAnsi="Times New Roman"/>
                <w:bCs/>
                <w:sz w:val="24"/>
                <w:szCs w:val="24"/>
              </w:rPr>
              <w:t>МБОУ Лицей»)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84" w:rsidRPr="008F03F4" w:rsidRDefault="003F0D84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Приобретение</w:t>
            </w:r>
            <w:r>
              <w:rPr>
                <w:rFonts w:ascii="Times New Roman" w:hAnsi="Times New Roman"/>
                <w:sz w:val="24"/>
                <w:szCs w:val="24"/>
              </w:rPr>
              <w:t>, замена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 xml:space="preserve"> оконных блоков</w:t>
            </w:r>
          </w:p>
          <w:p w:rsidR="003F0D84" w:rsidRDefault="003F0D84" w:rsidP="006A1BF2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3F0D84" w:rsidRPr="008F03F4" w:rsidRDefault="003F0D84" w:rsidP="00735170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МБОУ «СОШ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F0D84" w:rsidRPr="008F03F4" w:rsidRDefault="003F0D84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3F0D84" w:rsidRPr="008F03F4" w:rsidRDefault="003F0D84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5»</w:t>
            </w:r>
          </w:p>
          <w:p w:rsidR="003F0D84" w:rsidRPr="008F03F4" w:rsidRDefault="003F0D84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3F0D84" w:rsidRPr="008F03F4" w:rsidRDefault="003F0D84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«ООШ № 12»)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B86B2A" w:rsidRDefault="003F0D84" w:rsidP="003173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6B2A">
              <w:rPr>
                <w:rFonts w:ascii="Times New Roman" w:hAnsi="Times New Roman"/>
                <w:sz w:val="24"/>
                <w:szCs w:val="24"/>
              </w:rPr>
              <w:t>4887,40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3173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572,11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B86B2A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86B2A">
              <w:rPr>
                <w:rFonts w:ascii="Times New Roman" w:hAnsi="Times New Roman"/>
                <w:sz w:val="24"/>
                <w:szCs w:val="24"/>
              </w:rPr>
              <w:t xml:space="preserve">2455,00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B86B2A" w:rsidRDefault="003F0D84" w:rsidP="0089695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86B2A">
              <w:rPr>
                <w:rFonts w:ascii="Times New Roman" w:hAnsi="Times New Roman"/>
                <w:sz w:val="24"/>
                <w:szCs w:val="24"/>
              </w:rPr>
              <w:t>2432,40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89695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572,11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F0D84" w:rsidRPr="008F03F4" w:rsidRDefault="003F0D84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3F0D84" w:rsidRPr="008F03F4" w:rsidRDefault="003F0D84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84" w:rsidRPr="008F03F4" w:rsidRDefault="003F0D84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Ремонт спортивного зала </w:t>
            </w:r>
          </w:p>
          <w:p w:rsidR="003F0D84" w:rsidRPr="008F03F4" w:rsidRDefault="003F0D84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5» (бытовое помещение)</w:t>
            </w:r>
          </w:p>
          <w:p w:rsidR="003F0D84" w:rsidRPr="008F03F4" w:rsidRDefault="003F0D84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МБОУ «СОШ № 6») 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1073,00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1080,00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1073,00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Ремонт системы водоотведения в кабинете химии </w:t>
            </w:r>
          </w:p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 Оборудование приточно-вытяжной вентиляции пищеблока </w:t>
            </w:r>
          </w:p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6»)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F0D84" w:rsidRPr="008F03F4" w:rsidRDefault="003F0D84" w:rsidP="00552774">
            <w:pPr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Устройство металлического ограждения территории школы (МБОУ «Лицей»)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6A1BF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(МБОУ «Лицей»; </w:t>
            </w:r>
          </w:p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МБОУ «СОШ № 2»; </w:t>
            </w:r>
          </w:p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3»;</w:t>
            </w:r>
          </w:p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МБОУ «СОШ № 5»; </w:t>
            </w:r>
          </w:p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МБОУ «СОШ № 6»; </w:t>
            </w:r>
          </w:p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МБОУ «ООШ № 12»; </w:t>
            </w:r>
          </w:p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360,00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27F8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360,00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Приобретение материалов для наружного освещения территории школы</w:t>
            </w:r>
          </w:p>
          <w:p w:rsidR="003F0D84" w:rsidRPr="008F03F4" w:rsidRDefault="003F0D84" w:rsidP="006A1BF2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1C14B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1C14BF">
        <w:trPr>
          <w:trHeight w:val="20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Установка поэтажных дверей </w:t>
            </w:r>
          </w:p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2»</w:t>
            </w:r>
          </w:p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3F0D84" w:rsidRPr="008F03F4" w:rsidRDefault="003F0D84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3F0D84" w:rsidRPr="008F03F4" w:rsidTr="001C14BF">
        <w:trPr>
          <w:trHeight w:val="20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1C14BF">
        <w:trPr>
          <w:trHeight w:val="826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3F0D84" w:rsidRPr="008F03F4" w:rsidTr="001C14BF">
        <w:trPr>
          <w:trHeight w:val="20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Установка систем внутреннего видеонаблюдения </w:t>
            </w:r>
          </w:p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2»</w:t>
            </w:r>
          </w:p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5»</w:t>
            </w:r>
          </w:p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3F0D84" w:rsidRPr="008F03F4" w:rsidRDefault="003F0D84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6A07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3F0D84" w:rsidRPr="008F03F4" w:rsidTr="001C14BF">
        <w:trPr>
          <w:trHeight w:val="20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1C14BF">
        <w:trPr>
          <w:trHeight w:val="20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743AA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3F0D84" w:rsidRPr="008F03F4" w:rsidTr="001C14BF">
        <w:trPr>
          <w:trHeight w:val="20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0D84" w:rsidRPr="008F03F4" w:rsidRDefault="003F0D84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F0D84" w:rsidRPr="008F03F4" w:rsidRDefault="003F0D84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Изготовление проектно-сметной документации на кровлю здания</w:t>
            </w:r>
          </w:p>
          <w:p w:rsidR="003F0D84" w:rsidRPr="008F03F4" w:rsidRDefault="003F0D84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2»;</w:t>
            </w:r>
          </w:p>
          <w:p w:rsidR="003F0D84" w:rsidRPr="008F03F4" w:rsidRDefault="003F0D84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6»)</w:t>
            </w:r>
          </w:p>
        </w:tc>
        <w:tc>
          <w:tcPr>
            <w:tcW w:w="3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145F53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F0D84" w:rsidRPr="008F03F4" w:rsidRDefault="003F0D84" w:rsidP="00145F5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</w:t>
            </w:r>
          </w:p>
          <w:p w:rsidR="003F0D84" w:rsidRPr="008F03F4" w:rsidRDefault="003F0D84" w:rsidP="00145F5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E6134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A6172C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A6172C">
        <w:trPr>
          <w:trHeight w:val="20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E613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E6134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E6134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Ремонт асфальтобетонного покрытия с установкой бордюрного камня </w:t>
            </w:r>
          </w:p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</w:t>
            </w:r>
            <w:r w:rsidRPr="008F03F4">
              <w:rPr>
                <w:rFonts w:ascii="Times New Roman" w:hAnsi="Times New Roman"/>
                <w:bCs/>
                <w:sz w:val="24"/>
                <w:szCs w:val="24"/>
              </w:rPr>
              <w:t>МБОУ Лицей»</w:t>
            </w:r>
          </w:p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Cs/>
                <w:sz w:val="24"/>
                <w:szCs w:val="24"/>
              </w:rPr>
              <w:t>МБОУ «ООШ № 12»</w:t>
            </w:r>
          </w:p>
          <w:p w:rsidR="003F0D84" w:rsidRPr="008F03F4" w:rsidRDefault="003F0D84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bCs/>
                <w:sz w:val="24"/>
                <w:szCs w:val="24"/>
              </w:rPr>
              <w:t>МБОУ «СОШ № 5»)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6A1BF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1190,00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920,00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6A1BF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 xml:space="preserve">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1190,00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920,00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F0D84" w:rsidRPr="008F03F4" w:rsidRDefault="003F0D84" w:rsidP="0068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3F0D84" w:rsidRPr="008F03F4" w:rsidRDefault="003F0D84" w:rsidP="00681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3»)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F0D84" w:rsidRPr="008F03F4" w:rsidRDefault="003F0D84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Подсыпка территории спортивных площадок песком </w:t>
            </w:r>
          </w:p>
          <w:p w:rsidR="003F0D84" w:rsidRPr="008F03F4" w:rsidRDefault="003F0D84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  <w:p w:rsidR="003F0D84" w:rsidRPr="008F03F4" w:rsidRDefault="003F0D84" w:rsidP="00552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6A07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(МБОУ «СОШ № 3»</w:t>
            </w:r>
          </w:p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3F0D84" w:rsidRPr="008F03F4" w:rsidRDefault="003F0D84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3F0D84" w:rsidRPr="008F03F4" w:rsidRDefault="003F0D84" w:rsidP="00B242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МБОУ «СОШ № 2»)</w:t>
            </w: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1800,00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3F0D84" w:rsidRPr="008F03F4" w:rsidTr="007E5D8F">
        <w:trPr>
          <w:trHeight w:val="2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84" w:rsidRPr="008F03F4" w:rsidRDefault="003F0D84" w:rsidP="001452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0D84" w:rsidRPr="008F03F4" w:rsidRDefault="003F0D84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F03F4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F0D84" w:rsidRPr="008F03F4" w:rsidRDefault="003F0D84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03F4">
              <w:rPr>
                <w:rFonts w:ascii="Times New Roman" w:hAnsi="Times New Roman"/>
                <w:sz w:val="24"/>
                <w:szCs w:val="24"/>
              </w:rPr>
              <w:t>1800,00</w:t>
            </w:r>
          </w:p>
        </w:tc>
      </w:tr>
    </w:tbl>
    <w:p w:rsidR="003F0D84" w:rsidRPr="008F03F4" w:rsidRDefault="003F0D84" w:rsidP="00D11E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0D84" w:rsidRPr="00A63258" w:rsidRDefault="003F0D84" w:rsidP="00903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F03F4">
        <w:rPr>
          <w:rFonts w:ascii="Times New Roman" w:hAnsi="Times New Roman"/>
          <w:sz w:val="24"/>
          <w:szCs w:val="24"/>
        </w:rPr>
        <w:t>* Средства уточняются ежегодно при формировании проекта местного бюджета на соответствующий финансовый год и плановый период</w:t>
      </w:r>
    </w:p>
    <w:sectPr w:rsidR="003F0D84" w:rsidRPr="00A63258" w:rsidSect="00A63258">
      <w:headerReference w:type="default" r:id="rId6"/>
      <w:pgSz w:w="16838" w:h="11906" w:orient="landscape"/>
      <w:pgMar w:top="1134" w:right="567" w:bottom="510" w:left="880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D84" w:rsidRDefault="003F0D84" w:rsidP="001C325E">
      <w:pPr>
        <w:spacing w:after="0" w:line="240" w:lineRule="auto"/>
      </w:pPr>
      <w:r>
        <w:separator/>
      </w:r>
    </w:p>
  </w:endnote>
  <w:endnote w:type="continuationSeparator" w:id="0">
    <w:p w:rsidR="003F0D84" w:rsidRDefault="003F0D84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D84" w:rsidRDefault="003F0D84" w:rsidP="001C325E">
      <w:pPr>
        <w:spacing w:after="0" w:line="240" w:lineRule="auto"/>
      </w:pPr>
      <w:r>
        <w:separator/>
      </w:r>
    </w:p>
  </w:footnote>
  <w:footnote w:type="continuationSeparator" w:id="0">
    <w:p w:rsidR="003F0D84" w:rsidRDefault="003F0D84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D84" w:rsidRPr="0012098F" w:rsidRDefault="003F0D84">
    <w:pPr>
      <w:pStyle w:val="Header"/>
      <w:jc w:val="center"/>
      <w:rPr>
        <w:rFonts w:ascii="Times New Roman" w:hAnsi="Times New Roman"/>
      </w:rPr>
    </w:pPr>
    <w:r w:rsidRPr="0012098F">
      <w:rPr>
        <w:rFonts w:ascii="Times New Roman" w:hAnsi="Times New Roman"/>
      </w:rPr>
      <w:fldChar w:fldCharType="begin"/>
    </w:r>
    <w:r w:rsidRPr="0012098F">
      <w:rPr>
        <w:rFonts w:ascii="Times New Roman" w:hAnsi="Times New Roman"/>
      </w:rPr>
      <w:instrText>PAGE   \* MERGEFORMAT</w:instrText>
    </w:r>
    <w:r w:rsidRPr="0012098F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12098F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E91"/>
    <w:rsid w:val="00000A4D"/>
    <w:rsid w:val="00002CFF"/>
    <w:rsid w:val="000058CD"/>
    <w:rsid w:val="0000732F"/>
    <w:rsid w:val="00010767"/>
    <w:rsid w:val="00010B24"/>
    <w:rsid w:val="000113D5"/>
    <w:rsid w:val="00011434"/>
    <w:rsid w:val="00012F01"/>
    <w:rsid w:val="00016CD4"/>
    <w:rsid w:val="00021CBC"/>
    <w:rsid w:val="00022C2E"/>
    <w:rsid w:val="00022E91"/>
    <w:rsid w:val="00026B3C"/>
    <w:rsid w:val="00027313"/>
    <w:rsid w:val="000315DE"/>
    <w:rsid w:val="0003210E"/>
    <w:rsid w:val="000352C8"/>
    <w:rsid w:val="00036FC3"/>
    <w:rsid w:val="000378A3"/>
    <w:rsid w:val="0004038E"/>
    <w:rsid w:val="000437B9"/>
    <w:rsid w:val="000440E0"/>
    <w:rsid w:val="0005355D"/>
    <w:rsid w:val="00055C76"/>
    <w:rsid w:val="00061E35"/>
    <w:rsid w:val="00062F66"/>
    <w:rsid w:val="00064A71"/>
    <w:rsid w:val="0006605A"/>
    <w:rsid w:val="00071060"/>
    <w:rsid w:val="00073A6B"/>
    <w:rsid w:val="000744C7"/>
    <w:rsid w:val="00074EAD"/>
    <w:rsid w:val="00076018"/>
    <w:rsid w:val="0007625F"/>
    <w:rsid w:val="000823A3"/>
    <w:rsid w:val="00090677"/>
    <w:rsid w:val="00093E1E"/>
    <w:rsid w:val="00095DAC"/>
    <w:rsid w:val="000A52E7"/>
    <w:rsid w:val="000A5BA2"/>
    <w:rsid w:val="000A79B8"/>
    <w:rsid w:val="000A7C59"/>
    <w:rsid w:val="000B277B"/>
    <w:rsid w:val="000B2A80"/>
    <w:rsid w:val="000C012E"/>
    <w:rsid w:val="000C3708"/>
    <w:rsid w:val="000D0CE7"/>
    <w:rsid w:val="000D0F62"/>
    <w:rsid w:val="000D5DB5"/>
    <w:rsid w:val="000E13E9"/>
    <w:rsid w:val="000E2BFA"/>
    <w:rsid w:val="000E34C6"/>
    <w:rsid w:val="000E5153"/>
    <w:rsid w:val="000E5AB5"/>
    <w:rsid w:val="000E6326"/>
    <w:rsid w:val="000E78D0"/>
    <w:rsid w:val="000F002A"/>
    <w:rsid w:val="000F003E"/>
    <w:rsid w:val="000F018D"/>
    <w:rsid w:val="000F1496"/>
    <w:rsid w:val="000F37D4"/>
    <w:rsid w:val="00101816"/>
    <w:rsid w:val="00106FA3"/>
    <w:rsid w:val="001071F1"/>
    <w:rsid w:val="00110254"/>
    <w:rsid w:val="00110630"/>
    <w:rsid w:val="00113848"/>
    <w:rsid w:val="0011499D"/>
    <w:rsid w:val="0012098F"/>
    <w:rsid w:val="00123994"/>
    <w:rsid w:val="00134AFC"/>
    <w:rsid w:val="00137028"/>
    <w:rsid w:val="00142B94"/>
    <w:rsid w:val="001452D8"/>
    <w:rsid w:val="00145F53"/>
    <w:rsid w:val="001470AB"/>
    <w:rsid w:val="00152F5B"/>
    <w:rsid w:val="00153FD5"/>
    <w:rsid w:val="00155524"/>
    <w:rsid w:val="00161961"/>
    <w:rsid w:val="0016366C"/>
    <w:rsid w:val="00164889"/>
    <w:rsid w:val="00166AC7"/>
    <w:rsid w:val="001674CC"/>
    <w:rsid w:val="00167640"/>
    <w:rsid w:val="00172A7A"/>
    <w:rsid w:val="001733FB"/>
    <w:rsid w:val="00174910"/>
    <w:rsid w:val="00177F95"/>
    <w:rsid w:val="0018107B"/>
    <w:rsid w:val="001819FE"/>
    <w:rsid w:val="00185DE2"/>
    <w:rsid w:val="00187449"/>
    <w:rsid w:val="00187A88"/>
    <w:rsid w:val="00187CE6"/>
    <w:rsid w:val="001951A9"/>
    <w:rsid w:val="001969B3"/>
    <w:rsid w:val="001A16B2"/>
    <w:rsid w:val="001A2A93"/>
    <w:rsid w:val="001B571F"/>
    <w:rsid w:val="001C13C0"/>
    <w:rsid w:val="001C14BF"/>
    <w:rsid w:val="001C1FC6"/>
    <w:rsid w:val="001C2590"/>
    <w:rsid w:val="001C2696"/>
    <w:rsid w:val="001C325E"/>
    <w:rsid w:val="001C6367"/>
    <w:rsid w:val="001D1E4D"/>
    <w:rsid w:val="001D6EEB"/>
    <w:rsid w:val="001E1152"/>
    <w:rsid w:val="001E5FD4"/>
    <w:rsid w:val="001F1364"/>
    <w:rsid w:val="00200BC4"/>
    <w:rsid w:val="00201F1F"/>
    <w:rsid w:val="00202E89"/>
    <w:rsid w:val="00205744"/>
    <w:rsid w:val="00216C6A"/>
    <w:rsid w:val="00216DD9"/>
    <w:rsid w:val="00220325"/>
    <w:rsid w:val="002239B5"/>
    <w:rsid w:val="00227201"/>
    <w:rsid w:val="002273E0"/>
    <w:rsid w:val="00236877"/>
    <w:rsid w:val="00236D58"/>
    <w:rsid w:val="0024162F"/>
    <w:rsid w:val="00243B58"/>
    <w:rsid w:val="00247193"/>
    <w:rsid w:val="002602FA"/>
    <w:rsid w:val="00262A21"/>
    <w:rsid w:val="002721DD"/>
    <w:rsid w:val="0027396C"/>
    <w:rsid w:val="00275814"/>
    <w:rsid w:val="00275F36"/>
    <w:rsid w:val="00277E91"/>
    <w:rsid w:val="0028427A"/>
    <w:rsid w:val="002845F9"/>
    <w:rsid w:val="00284D8C"/>
    <w:rsid w:val="0029105C"/>
    <w:rsid w:val="00296759"/>
    <w:rsid w:val="00297948"/>
    <w:rsid w:val="002A6DB4"/>
    <w:rsid w:val="002A70B1"/>
    <w:rsid w:val="002B0879"/>
    <w:rsid w:val="002B0A25"/>
    <w:rsid w:val="002B5F62"/>
    <w:rsid w:val="002B70B6"/>
    <w:rsid w:val="002C01E4"/>
    <w:rsid w:val="002C1445"/>
    <w:rsid w:val="002C6A6E"/>
    <w:rsid w:val="002C6E3C"/>
    <w:rsid w:val="002C7E3F"/>
    <w:rsid w:val="002D70FB"/>
    <w:rsid w:val="002E1223"/>
    <w:rsid w:val="002E3868"/>
    <w:rsid w:val="002E437D"/>
    <w:rsid w:val="002F06FA"/>
    <w:rsid w:val="002F5652"/>
    <w:rsid w:val="002F5D9C"/>
    <w:rsid w:val="0030124E"/>
    <w:rsid w:val="00302B36"/>
    <w:rsid w:val="0030645F"/>
    <w:rsid w:val="00307880"/>
    <w:rsid w:val="00307CE0"/>
    <w:rsid w:val="003118F0"/>
    <w:rsid w:val="00312917"/>
    <w:rsid w:val="00314032"/>
    <w:rsid w:val="003141E2"/>
    <w:rsid w:val="0031734E"/>
    <w:rsid w:val="003202A9"/>
    <w:rsid w:val="003268B2"/>
    <w:rsid w:val="0033294E"/>
    <w:rsid w:val="003338F1"/>
    <w:rsid w:val="00336551"/>
    <w:rsid w:val="00342647"/>
    <w:rsid w:val="003430A1"/>
    <w:rsid w:val="003515B7"/>
    <w:rsid w:val="00351934"/>
    <w:rsid w:val="00351E3B"/>
    <w:rsid w:val="00354A93"/>
    <w:rsid w:val="00354AAC"/>
    <w:rsid w:val="00357B0D"/>
    <w:rsid w:val="003626F3"/>
    <w:rsid w:val="00365A53"/>
    <w:rsid w:val="00366EF3"/>
    <w:rsid w:val="00371574"/>
    <w:rsid w:val="00373DDD"/>
    <w:rsid w:val="00376602"/>
    <w:rsid w:val="003846DE"/>
    <w:rsid w:val="00386101"/>
    <w:rsid w:val="0039278E"/>
    <w:rsid w:val="003A0D30"/>
    <w:rsid w:val="003A0D85"/>
    <w:rsid w:val="003A3AFD"/>
    <w:rsid w:val="003A7B4D"/>
    <w:rsid w:val="003B0648"/>
    <w:rsid w:val="003B28E5"/>
    <w:rsid w:val="003B2E46"/>
    <w:rsid w:val="003B5DDA"/>
    <w:rsid w:val="003B734B"/>
    <w:rsid w:val="003C1FEE"/>
    <w:rsid w:val="003C4D49"/>
    <w:rsid w:val="003C5C7C"/>
    <w:rsid w:val="003C6627"/>
    <w:rsid w:val="003C6C67"/>
    <w:rsid w:val="003C7C27"/>
    <w:rsid w:val="003D2AA5"/>
    <w:rsid w:val="003D3DE3"/>
    <w:rsid w:val="003D4C71"/>
    <w:rsid w:val="003D653B"/>
    <w:rsid w:val="003D7AC9"/>
    <w:rsid w:val="003D7FC0"/>
    <w:rsid w:val="003E192F"/>
    <w:rsid w:val="003E2FDF"/>
    <w:rsid w:val="003E386C"/>
    <w:rsid w:val="003E3FDB"/>
    <w:rsid w:val="003E5CBB"/>
    <w:rsid w:val="003E65D1"/>
    <w:rsid w:val="003E7551"/>
    <w:rsid w:val="003F0D11"/>
    <w:rsid w:val="003F0D84"/>
    <w:rsid w:val="003F224E"/>
    <w:rsid w:val="003F2A6A"/>
    <w:rsid w:val="003F4AF2"/>
    <w:rsid w:val="003F6029"/>
    <w:rsid w:val="00405A9C"/>
    <w:rsid w:val="00407C69"/>
    <w:rsid w:val="00410DDF"/>
    <w:rsid w:val="004161A4"/>
    <w:rsid w:val="00416DA9"/>
    <w:rsid w:val="00421F4C"/>
    <w:rsid w:val="004243C6"/>
    <w:rsid w:val="004300EC"/>
    <w:rsid w:val="00431339"/>
    <w:rsid w:val="00433D56"/>
    <w:rsid w:val="00443908"/>
    <w:rsid w:val="004464E0"/>
    <w:rsid w:val="0044790D"/>
    <w:rsid w:val="00450EB7"/>
    <w:rsid w:val="00454835"/>
    <w:rsid w:val="004614A2"/>
    <w:rsid w:val="004614B4"/>
    <w:rsid w:val="00463029"/>
    <w:rsid w:val="00463659"/>
    <w:rsid w:val="00464AAC"/>
    <w:rsid w:val="00465DF5"/>
    <w:rsid w:val="00465F18"/>
    <w:rsid w:val="00467886"/>
    <w:rsid w:val="004709DA"/>
    <w:rsid w:val="00474D8B"/>
    <w:rsid w:val="004776A6"/>
    <w:rsid w:val="00477BE9"/>
    <w:rsid w:val="00485AAB"/>
    <w:rsid w:val="00485D8F"/>
    <w:rsid w:val="0048688B"/>
    <w:rsid w:val="0049034E"/>
    <w:rsid w:val="00494BB4"/>
    <w:rsid w:val="004A029F"/>
    <w:rsid w:val="004A19CD"/>
    <w:rsid w:val="004A1ED4"/>
    <w:rsid w:val="004A4F05"/>
    <w:rsid w:val="004A6071"/>
    <w:rsid w:val="004A6E68"/>
    <w:rsid w:val="004A7FE2"/>
    <w:rsid w:val="004B38C7"/>
    <w:rsid w:val="004B7D41"/>
    <w:rsid w:val="004C6CC0"/>
    <w:rsid w:val="004C7459"/>
    <w:rsid w:val="004C7766"/>
    <w:rsid w:val="004D3075"/>
    <w:rsid w:val="004D3B7F"/>
    <w:rsid w:val="004D4C2F"/>
    <w:rsid w:val="004D4EE3"/>
    <w:rsid w:val="004D6E43"/>
    <w:rsid w:val="004E73BC"/>
    <w:rsid w:val="004F4F30"/>
    <w:rsid w:val="00503B89"/>
    <w:rsid w:val="0050518F"/>
    <w:rsid w:val="00505273"/>
    <w:rsid w:val="005078CE"/>
    <w:rsid w:val="00512E98"/>
    <w:rsid w:val="00524B2F"/>
    <w:rsid w:val="0052674C"/>
    <w:rsid w:val="00526F5B"/>
    <w:rsid w:val="00527F8D"/>
    <w:rsid w:val="00532B20"/>
    <w:rsid w:val="00534A8E"/>
    <w:rsid w:val="00535A76"/>
    <w:rsid w:val="00542321"/>
    <w:rsid w:val="00542422"/>
    <w:rsid w:val="005430D1"/>
    <w:rsid w:val="0054314E"/>
    <w:rsid w:val="0054503B"/>
    <w:rsid w:val="00546418"/>
    <w:rsid w:val="00552774"/>
    <w:rsid w:val="005579C7"/>
    <w:rsid w:val="00567D98"/>
    <w:rsid w:val="00574230"/>
    <w:rsid w:val="00580D06"/>
    <w:rsid w:val="0058229F"/>
    <w:rsid w:val="00582B5F"/>
    <w:rsid w:val="00585438"/>
    <w:rsid w:val="0059069A"/>
    <w:rsid w:val="00592076"/>
    <w:rsid w:val="00592673"/>
    <w:rsid w:val="00593C6A"/>
    <w:rsid w:val="0059541D"/>
    <w:rsid w:val="005954C6"/>
    <w:rsid w:val="005A1AEF"/>
    <w:rsid w:val="005A237A"/>
    <w:rsid w:val="005A2B60"/>
    <w:rsid w:val="005A5A6E"/>
    <w:rsid w:val="005B138E"/>
    <w:rsid w:val="005B2445"/>
    <w:rsid w:val="005B283B"/>
    <w:rsid w:val="005B295D"/>
    <w:rsid w:val="005B4B58"/>
    <w:rsid w:val="005B4CA8"/>
    <w:rsid w:val="005B5188"/>
    <w:rsid w:val="005B5AB3"/>
    <w:rsid w:val="005C2FCE"/>
    <w:rsid w:val="005C40E9"/>
    <w:rsid w:val="005C51FE"/>
    <w:rsid w:val="005C5FCC"/>
    <w:rsid w:val="005C6E09"/>
    <w:rsid w:val="005E4758"/>
    <w:rsid w:val="005E6A7C"/>
    <w:rsid w:val="005E78B6"/>
    <w:rsid w:val="005F185E"/>
    <w:rsid w:val="0060347C"/>
    <w:rsid w:val="00603D3F"/>
    <w:rsid w:val="006047F3"/>
    <w:rsid w:val="0060584C"/>
    <w:rsid w:val="0061089E"/>
    <w:rsid w:val="00616EB1"/>
    <w:rsid w:val="00622492"/>
    <w:rsid w:val="00624FA3"/>
    <w:rsid w:val="00633A39"/>
    <w:rsid w:val="00635098"/>
    <w:rsid w:val="0063733F"/>
    <w:rsid w:val="00640CC8"/>
    <w:rsid w:val="006474FD"/>
    <w:rsid w:val="00650199"/>
    <w:rsid w:val="006505C8"/>
    <w:rsid w:val="00651A8D"/>
    <w:rsid w:val="006600FF"/>
    <w:rsid w:val="00660576"/>
    <w:rsid w:val="006618D4"/>
    <w:rsid w:val="00664046"/>
    <w:rsid w:val="006653A6"/>
    <w:rsid w:val="00665BC5"/>
    <w:rsid w:val="006663C2"/>
    <w:rsid w:val="006738C8"/>
    <w:rsid w:val="00673BA8"/>
    <w:rsid w:val="00674FC9"/>
    <w:rsid w:val="0067714E"/>
    <w:rsid w:val="006810BF"/>
    <w:rsid w:val="00693C7A"/>
    <w:rsid w:val="00695681"/>
    <w:rsid w:val="00697583"/>
    <w:rsid w:val="006A0721"/>
    <w:rsid w:val="006A0C4F"/>
    <w:rsid w:val="006A1BF2"/>
    <w:rsid w:val="006A30B0"/>
    <w:rsid w:val="006A5057"/>
    <w:rsid w:val="006B0A3F"/>
    <w:rsid w:val="006B511B"/>
    <w:rsid w:val="006C296F"/>
    <w:rsid w:val="006C3E89"/>
    <w:rsid w:val="006C6CD9"/>
    <w:rsid w:val="006D1EC5"/>
    <w:rsid w:val="006D5C8F"/>
    <w:rsid w:val="006D6E4C"/>
    <w:rsid w:val="006E1342"/>
    <w:rsid w:val="006E38AB"/>
    <w:rsid w:val="006E73BA"/>
    <w:rsid w:val="006F254E"/>
    <w:rsid w:val="006F3F35"/>
    <w:rsid w:val="007028FF"/>
    <w:rsid w:val="00704D20"/>
    <w:rsid w:val="00711E9C"/>
    <w:rsid w:val="00713D7B"/>
    <w:rsid w:val="00715975"/>
    <w:rsid w:val="0072104C"/>
    <w:rsid w:val="00723609"/>
    <w:rsid w:val="00723CDD"/>
    <w:rsid w:val="007339BC"/>
    <w:rsid w:val="00735170"/>
    <w:rsid w:val="00743AA9"/>
    <w:rsid w:val="007454DF"/>
    <w:rsid w:val="00751F87"/>
    <w:rsid w:val="00755E56"/>
    <w:rsid w:val="007619E1"/>
    <w:rsid w:val="00764BCD"/>
    <w:rsid w:val="007745CB"/>
    <w:rsid w:val="0077765A"/>
    <w:rsid w:val="007816AF"/>
    <w:rsid w:val="007852D9"/>
    <w:rsid w:val="00787CA2"/>
    <w:rsid w:val="00791256"/>
    <w:rsid w:val="007919AA"/>
    <w:rsid w:val="00794AB7"/>
    <w:rsid w:val="00794EB6"/>
    <w:rsid w:val="00795D06"/>
    <w:rsid w:val="007A19B5"/>
    <w:rsid w:val="007A3080"/>
    <w:rsid w:val="007A343E"/>
    <w:rsid w:val="007A5D0A"/>
    <w:rsid w:val="007B02BC"/>
    <w:rsid w:val="007B3BDD"/>
    <w:rsid w:val="007B4213"/>
    <w:rsid w:val="007C26B2"/>
    <w:rsid w:val="007C2709"/>
    <w:rsid w:val="007C4FFB"/>
    <w:rsid w:val="007C61C4"/>
    <w:rsid w:val="007D364C"/>
    <w:rsid w:val="007E16BF"/>
    <w:rsid w:val="007E3B7F"/>
    <w:rsid w:val="007E4622"/>
    <w:rsid w:val="007E4687"/>
    <w:rsid w:val="007E4CBE"/>
    <w:rsid w:val="007E5D8F"/>
    <w:rsid w:val="007E69E1"/>
    <w:rsid w:val="007F2173"/>
    <w:rsid w:val="007F45E0"/>
    <w:rsid w:val="007F52EE"/>
    <w:rsid w:val="007F7298"/>
    <w:rsid w:val="00802259"/>
    <w:rsid w:val="00804F20"/>
    <w:rsid w:val="0080655D"/>
    <w:rsid w:val="00807BF2"/>
    <w:rsid w:val="00810AB7"/>
    <w:rsid w:val="00811079"/>
    <w:rsid w:val="00811498"/>
    <w:rsid w:val="0081243D"/>
    <w:rsid w:val="008143C6"/>
    <w:rsid w:val="00816786"/>
    <w:rsid w:val="00821796"/>
    <w:rsid w:val="0082225C"/>
    <w:rsid w:val="008249F8"/>
    <w:rsid w:val="00831977"/>
    <w:rsid w:val="008366BA"/>
    <w:rsid w:val="00837C70"/>
    <w:rsid w:val="00840C28"/>
    <w:rsid w:val="008422D7"/>
    <w:rsid w:val="0084261C"/>
    <w:rsid w:val="008433B7"/>
    <w:rsid w:val="00844B1C"/>
    <w:rsid w:val="00846D0F"/>
    <w:rsid w:val="00854D76"/>
    <w:rsid w:val="0086174E"/>
    <w:rsid w:val="00875C5A"/>
    <w:rsid w:val="008832D6"/>
    <w:rsid w:val="00884551"/>
    <w:rsid w:val="00885A95"/>
    <w:rsid w:val="008879AB"/>
    <w:rsid w:val="00890056"/>
    <w:rsid w:val="0089032C"/>
    <w:rsid w:val="00890DE5"/>
    <w:rsid w:val="0089104E"/>
    <w:rsid w:val="0089416F"/>
    <w:rsid w:val="008958C9"/>
    <w:rsid w:val="00896953"/>
    <w:rsid w:val="00896B12"/>
    <w:rsid w:val="008A383F"/>
    <w:rsid w:val="008B720B"/>
    <w:rsid w:val="008C09CC"/>
    <w:rsid w:val="008C5233"/>
    <w:rsid w:val="008D22A0"/>
    <w:rsid w:val="008D61A6"/>
    <w:rsid w:val="008D6265"/>
    <w:rsid w:val="008D6459"/>
    <w:rsid w:val="008D6E97"/>
    <w:rsid w:val="008D7D2A"/>
    <w:rsid w:val="008E068B"/>
    <w:rsid w:val="008E0F57"/>
    <w:rsid w:val="008E39FC"/>
    <w:rsid w:val="008E40AE"/>
    <w:rsid w:val="008E40FE"/>
    <w:rsid w:val="008E7559"/>
    <w:rsid w:val="008F03F4"/>
    <w:rsid w:val="008F3337"/>
    <w:rsid w:val="00901B2E"/>
    <w:rsid w:val="00903A1F"/>
    <w:rsid w:val="00904AFF"/>
    <w:rsid w:val="0090564E"/>
    <w:rsid w:val="00905689"/>
    <w:rsid w:val="009134A0"/>
    <w:rsid w:val="00922991"/>
    <w:rsid w:val="00923F40"/>
    <w:rsid w:val="009306E7"/>
    <w:rsid w:val="009335D4"/>
    <w:rsid w:val="00934399"/>
    <w:rsid w:val="009343D4"/>
    <w:rsid w:val="00946359"/>
    <w:rsid w:val="00950027"/>
    <w:rsid w:val="009524A5"/>
    <w:rsid w:val="00956210"/>
    <w:rsid w:val="0095652F"/>
    <w:rsid w:val="00966672"/>
    <w:rsid w:val="009708F4"/>
    <w:rsid w:val="009748C8"/>
    <w:rsid w:val="009750A9"/>
    <w:rsid w:val="00977951"/>
    <w:rsid w:val="00981C7F"/>
    <w:rsid w:val="00982034"/>
    <w:rsid w:val="00982E8E"/>
    <w:rsid w:val="00986208"/>
    <w:rsid w:val="009906D0"/>
    <w:rsid w:val="00991E03"/>
    <w:rsid w:val="00994F21"/>
    <w:rsid w:val="00997658"/>
    <w:rsid w:val="009A0FBB"/>
    <w:rsid w:val="009A1423"/>
    <w:rsid w:val="009A414F"/>
    <w:rsid w:val="009A6D69"/>
    <w:rsid w:val="009A6EC7"/>
    <w:rsid w:val="009B158E"/>
    <w:rsid w:val="009B3DA9"/>
    <w:rsid w:val="009B5061"/>
    <w:rsid w:val="009B7A11"/>
    <w:rsid w:val="009C0D6D"/>
    <w:rsid w:val="009D3983"/>
    <w:rsid w:val="009D730F"/>
    <w:rsid w:val="009E3529"/>
    <w:rsid w:val="009E616F"/>
    <w:rsid w:val="009E66F7"/>
    <w:rsid w:val="009E6B1A"/>
    <w:rsid w:val="009E74E3"/>
    <w:rsid w:val="009F218B"/>
    <w:rsid w:val="009F4806"/>
    <w:rsid w:val="009F6B83"/>
    <w:rsid w:val="009F6BA8"/>
    <w:rsid w:val="00A01302"/>
    <w:rsid w:val="00A01427"/>
    <w:rsid w:val="00A02291"/>
    <w:rsid w:val="00A022AB"/>
    <w:rsid w:val="00A024BD"/>
    <w:rsid w:val="00A06ECC"/>
    <w:rsid w:val="00A1164B"/>
    <w:rsid w:val="00A169D9"/>
    <w:rsid w:val="00A173EF"/>
    <w:rsid w:val="00A20310"/>
    <w:rsid w:val="00A22304"/>
    <w:rsid w:val="00A24237"/>
    <w:rsid w:val="00A270DD"/>
    <w:rsid w:val="00A27E70"/>
    <w:rsid w:val="00A33515"/>
    <w:rsid w:val="00A4377D"/>
    <w:rsid w:val="00A47742"/>
    <w:rsid w:val="00A479C6"/>
    <w:rsid w:val="00A509EE"/>
    <w:rsid w:val="00A53374"/>
    <w:rsid w:val="00A54225"/>
    <w:rsid w:val="00A54684"/>
    <w:rsid w:val="00A55592"/>
    <w:rsid w:val="00A6172C"/>
    <w:rsid w:val="00A63258"/>
    <w:rsid w:val="00A653DC"/>
    <w:rsid w:val="00A67A8E"/>
    <w:rsid w:val="00A67B60"/>
    <w:rsid w:val="00A67CBD"/>
    <w:rsid w:val="00A722BB"/>
    <w:rsid w:val="00A76AB8"/>
    <w:rsid w:val="00A8212E"/>
    <w:rsid w:val="00A86F69"/>
    <w:rsid w:val="00A877AC"/>
    <w:rsid w:val="00A87DD3"/>
    <w:rsid w:val="00A87E8B"/>
    <w:rsid w:val="00A90BB9"/>
    <w:rsid w:val="00A9321B"/>
    <w:rsid w:val="00A938B3"/>
    <w:rsid w:val="00A95B9A"/>
    <w:rsid w:val="00A97CCE"/>
    <w:rsid w:val="00AA153F"/>
    <w:rsid w:val="00AA338A"/>
    <w:rsid w:val="00AA3839"/>
    <w:rsid w:val="00AA3913"/>
    <w:rsid w:val="00AA3BC7"/>
    <w:rsid w:val="00AC1759"/>
    <w:rsid w:val="00AC1ADA"/>
    <w:rsid w:val="00AC67AE"/>
    <w:rsid w:val="00AD0CF9"/>
    <w:rsid w:val="00AD215B"/>
    <w:rsid w:val="00AD6D75"/>
    <w:rsid w:val="00AE3111"/>
    <w:rsid w:val="00AF5C3C"/>
    <w:rsid w:val="00AF6210"/>
    <w:rsid w:val="00B006FD"/>
    <w:rsid w:val="00B012A8"/>
    <w:rsid w:val="00B01350"/>
    <w:rsid w:val="00B01354"/>
    <w:rsid w:val="00B027B0"/>
    <w:rsid w:val="00B06A2E"/>
    <w:rsid w:val="00B118D8"/>
    <w:rsid w:val="00B1257F"/>
    <w:rsid w:val="00B159FB"/>
    <w:rsid w:val="00B24218"/>
    <w:rsid w:val="00B24788"/>
    <w:rsid w:val="00B37F18"/>
    <w:rsid w:val="00B40AD4"/>
    <w:rsid w:val="00B418A3"/>
    <w:rsid w:val="00B5040F"/>
    <w:rsid w:val="00B53744"/>
    <w:rsid w:val="00B556BA"/>
    <w:rsid w:val="00B5682A"/>
    <w:rsid w:val="00B63852"/>
    <w:rsid w:val="00B6402A"/>
    <w:rsid w:val="00B6573C"/>
    <w:rsid w:val="00B71A64"/>
    <w:rsid w:val="00B77D19"/>
    <w:rsid w:val="00B837CF"/>
    <w:rsid w:val="00B83B76"/>
    <w:rsid w:val="00B86B2A"/>
    <w:rsid w:val="00B86EFD"/>
    <w:rsid w:val="00B87888"/>
    <w:rsid w:val="00B91C42"/>
    <w:rsid w:val="00B92409"/>
    <w:rsid w:val="00BA6B17"/>
    <w:rsid w:val="00BB39F6"/>
    <w:rsid w:val="00BB55D9"/>
    <w:rsid w:val="00BC4F1D"/>
    <w:rsid w:val="00BD26C4"/>
    <w:rsid w:val="00BD5D27"/>
    <w:rsid w:val="00BD788C"/>
    <w:rsid w:val="00BD7A5D"/>
    <w:rsid w:val="00BE2DFD"/>
    <w:rsid w:val="00BF385E"/>
    <w:rsid w:val="00BF3874"/>
    <w:rsid w:val="00BF6261"/>
    <w:rsid w:val="00C00D69"/>
    <w:rsid w:val="00C033AD"/>
    <w:rsid w:val="00C03E62"/>
    <w:rsid w:val="00C05308"/>
    <w:rsid w:val="00C114A3"/>
    <w:rsid w:val="00C20297"/>
    <w:rsid w:val="00C214BA"/>
    <w:rsid w:val="00C249B7"/>
    <w:rsid w:val="00C25A50"/>
    <w:rsid w:val="00C26594"/>
    <w:rsid w:val="00C325B3"/>
    <w:rsid w:val="00C3453D"/>
    <w:rsid w:val="00C40E54"/>
    <w:rsid w:val="00C4465D"/>
    <w:rsid w:val="00C47E2C"/>
    <w:rsid w:val="00C50CBC"/>
    <w:rsid w:val="00C5270B"/>
    <w:rsid w:val="00C65ECE"/>
    <w:rsid w:val="00C72D9C"/>
    <w:rsid w:val="00C82898"/>
    <w:rsid w:val="00C85681"/>
    <w:rsid w:val="00C867BB"/>
    <w:rsid w:val="00C87CF6"/>
    <w:rsid w:val="00C87E74"/>
    <w:rsid w:val="00C91FCD"/>
    <w:rsid w:val="00C931FD"/>
    <w:rsid w:val="00C9350B"/>
    <w:rsid w:val="00C95243"/>
    <w:rsid w:val="00C95E66"/>
    <w:rsid w:val="00C964FB"/>
    <w:rsid w:val="00CA00AD"/>
    <w:rsid w:val="00CB1D7E"/>
    <w:rsid w:val="00CC2EA8"/>
    <w:rsid w:val="00CC59D6"/>
    <w:rsid w:val="00CC61EE"/>
    <w:rsid w:val="00CC6F83"/>
    <w:rsid w:val="00CC756C"/>
    <w:rsid w:val="00CD58ED"/>
    <w:rsid w:val="00CE0B9C"/>
    <w:rsid w:val="00CE29A4"/>
    <w:rsid w:val="00CE3182"/>
    <w:rsid w:val="00CE3F5A"/>
    <w:rsid w:val="00CE4481"/>
    <w:rsid w:val="00CF3CBC"/>
    <w:rsid w:val="00CF4B5B"/>
    <w:rsid w:val="00CF57DF"/>
    <w:rsid w:val="00D03736"/>
    <w:rsid w:val="00D03EDB"/>
    <w:rsid w:val="00D0470C"/>
    <w:rsid w:val="00D05887"/>
    <w:rsid w:val="00D06638"/>
    <w:rsid w:val="00D06794"/>
    <w:rsid w:val="00D10B0D"/>
    <w:rsid w:val="00D11E32"/>
    <w:rsid w:val="00D12B58"/>
    <w:rsid w:val="00D138A8"/>
    <w:rsid w:val="00D22D99"/>
    <w:rsid w:val="00D24A43"/>
    <w:rsid w:val="00D26279"/>
    <w:rsid w:val="00D26CAE"/>
    <w:rsid w:val="00D307BB"/>
    <w:rsid w:val="00D31B67"/>
    <w:rsid w:val="00D31BB3"/>
    <w:rsid w:val="00D3237D"/>
    <w:rsid w:val="00D37C53"/>
    <w:rsid w:val="00D37E44"/>
    <w:rsid w:val="00D37F4D"/>
    <w:rsid w:val="00D5073F"/>
    <w:rsid w:val="00D5082A"/>
    <w:rsid w:val="00D6094D"/>
    <w:rsid w:val="00D629FA"/>
    <w:rsid w:val="00D63C94"/>
    <w:rsid w:val="00D663BA"/>
    <w:rsid w:val="00D7302C"/>
    <w:rsid w:val="00D7509C"/>
    <w:rsid w:val="00D80390"/>
    <w:rsid w:val="00D80A10"/>
    <w:rsid w:val="00D92396"/>
    <w:rsid w:val="00D92D71"/>
    <w:rsid w:val="00D93C5E"/>
    <w:rsid w:val="00D9579B"/>
    <w:rsid w:val="00DB2479"/>
    <w:rsid w:val="00DB5DA1"/>
    <w:rsid w:val="00DC2577"/>
    <w:rsid w:val="00DC38B5"/>
    <w:rsid w:val="00DC39D7"/>
    <w:rsid w:val="00DC59FF"/>
    <w:rsid w:val="00DD0B99"/>
    <w:rsid w:val="00DD26EC"/>
    <w:rsid w:val="00DD4B20"/>
    <w:rsid w:val="00DE1E36"/>
    <w:rsid w:val="00DE3B63"/>
    <w:rsid w:val="00DE4348"/>
    <w:rsid w:val="00DE7E0A"/>
    <w:rsid w:val="00DF3709"/>
    <w:rsid w:val="00E0222E"/>
    <w:rsid w:val="00E03146"/>
    <w:rsid w:val="00E054FB"/>
    <w:rsid w:val="00E067C1"/>
    <w:rsid w:val="00E076A0"/>
    <w:rsid w:val="00E10A57"/>
    <w:rsid w:val="00E1255F"/>
    <w:rsid w:val="00E165C4"/>
    <w:rsid w:val="00E16FB0"/>
    <w:rsid w:val="00E23B14"/>
    <w:rsid w:val="00E26144"/>
    <w:rsid w:val="00E2727C"/>
    <w:rsid w:val="00E307C0"/>
    <w:rsid w:val="00E3255A"/>
    <w:rsid w:val="00E32B14"/>
    <w:rsid w:val="00E363AE"/>
    <w:rsid w:val="00E36667"/>
    <w:rsid w:val="00E4029C"/>
    <w:rsid w:val="00E40BD0"/>
    <w:rsid w:val="00E43BAA"/>
    <w:rsid w:val="00E47ABB"/>
    <w:rsid w:val="00E534C9"/>
    <w:rsid w:val="00E54879"/>
    <w:rsid w:val="00E54D3A"/>
    <w:rsid w:val="00E54E66"/>
    <w:rsid w:val="00E5538D"/>
    <w:rsid w:val="00E5630B"/>
    <w:rsid w:val="00E57098"/>
    <w:rsid w:val="00E61345"/>
    <w:rsid w:val="00E62E12"/>
    <w:rsid w:val="00E64346"/>
    <w:rsid w:val="00E713DB"/>
    <w:rsid w:val="00E8277F"/>
    <w:rsid w:val="00E828BE"/>
    <w:rsid w:val="00E84CDF"/>
    <w:rsid w:val="00E85B63"/>
    <w:rsid w:val="00E871E1"/>
    <w:rsid w:val="00E912CD"/>
    <w:rsid w:val="00E9607B"/>
    <w:rsid w:val="00E966C7"/>
    <w:rsid w:val="00E96FC8"/>
    <w:rsid w:val="00EA2C18"/>
    <w:rsid w:val="00EA511B"/>
    <w:rsid w:val="00EB2B3E"/>
    <w:rsid w:val="00EB4177"/>
    <w:rsid w:val="00EB73F7"/>
    <w:rsid w:val="00EC4BED"/>
    <w:rsid w:val="00EC7996"/>
    <w:rsid w:val="00ED0960"/>
    <w:rsid w:val="00ED5580"/>
    <w:rsid w:val="00ED581D"/>
    <w:rsid w:val="00ED5F3A"/>
    <w:rsid w:val="00EE136A"/>
    <w:rsid w:val="00EE1DF6"/>
    <w:rsid w:val="00EE7796"/>
    <w:rsid w:val="00EF239F"/>
    <w:rsid w:val="00EF677A"/>
    <w:rsid w:val="00F0027A"/>
    <w:rsid w:val="00F01AA6"/>
    <w:rsid w:val="00F03F08"/>
    <w:rsid w:val="00F076FC"/>
    <w:rsid w:val="00F119DE"/>
    <w:rsid w:val="00F142C9"/>
    <w:rsid w:val="00F15964"/>
    <w:rsid w:val="00F22FAA"/>
    <w:rsid w:val="00F23A30"/>
    <w:rsid w:val="00F30000"/>
    <w:rsid w:val="00F358F6"/>
    <w:rsid w:val="00F40147"/>
    <w:rsid w:val="00F40C79"/>
    <w:rsid w:val="00F43CF6"/>
    <w:rsid w:val="00F43D69"/>
    <w:rsid w:val="00F43DCC"/>
    <w:rsid w:val="00F53A6B"/>
    <w:rsid w:val="00F53D19"/>
    <w:rsid w:val="00F5479D"/>
    <w:rsid w:val="00F5604B"/>
    <w:rsid w:val="00F57747"/>
    <w:rsid w:val="00F65F12"/>
    <w:rsid w:val="00F710A4"/>
    <w:rsid w:val="00F80DF2"/>
    <w:rsid w:val="00F83650"/>
    <w:rsid w:val="00F86D03"/>
    <w:rsid w:val="00F87894"/>
    <w:rsid w:val="00F92168"/>
    <w:rsid w:val="00F96734"/>
    <w:rsid w:val="00FA2139"/>
    <w:rsid w:val="00FA3796"/>
    <w:rsid w:val="00FA37CD"/>
    <w:rsid w:val="00FA71BB"/>
    <w:rsid w:val="00FA7A11"/>
    <w:rsid w:val="00FB352B"/>
    <w:rsid w:val="00FB6FA2"/>
    <w:rsid w:val="00FC0E66"/>
    <w:rsid w:val="00FC3DF7"/>
    <w:rsid w:val="00FC4587"/>
    <w:rsid w:val="00FC4ADA"/>
    <w:rsid w:val="00FC5294"/>
    <w:rsid w:val="00FE5175"/>
    <w:rsid w:val="00FE6C38"/>
    <w:rsid w:val="00FE719A"/>
    <w:rsid w:val="00FF0ECA"/>
    <w:rsid w:val="00FF1392"/>
    <w:rsid w:val="00FF512E"/>
    <w:rsid w:val="00FF579E"/>
    <w:rsid w:val="00FF7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4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325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325E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1452D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452D8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66">
    <w:name w:val="xl66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67">
    <w:name w:val="xl6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8">
    <w:name w:val="xl68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9">
    <w:name w:val="xl6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0">
    <w:name w:val="xl70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1">
    <w:name w:val="xl7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2">
    <w:name w:val="xl7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3">
    <w:name w:val="xl73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4">
    <w:name w:val="xl74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6">
    <w:name w:val="xl76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7">
    <w:name w:val="xl7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color w:val="000000"/>
      <w:sz w:val="24"/>
      <w:szCs w:val="24"/>
    </w:rPr>
  </w:style>
  <w:style w:type="paragraph" w:customStyle="1" w:styleId="xl78">
    <w:name w:val="xl78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79">
    <w:name w:val="xl7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80">
    <w:name w:val="xl80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1">
    <w:name w:val="xl8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Arial Narrow" w:hAnsi="Arial Narrow"/>
      <w:sz w:val="24"/>
      <w:szCs w:val="24"/>
    </w:rPr>
  </w:style>
  <w:style w:type="paragraph" w:customStyle="1" w:styleId="xl84">
    <w:name w:val="xl84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87">
    <w:name w:val="xl87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8">
    <w:name w:val="xl88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5">
    <w:name w:val="xl95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6">
    <w:name w:val="xl96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7">
    <w:name w:val="xl9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98">
    <w:name w:val="xl98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99">
    <w:name w:val="xl9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0">
    <w:name w:val="xl100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1">
    <w:name w:val="xl101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2">
    <w:name w:val="xl10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3">
    <w:name w:val="xl103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4">
    <w:name w:val="xl104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5">
    <w:name w:val="xl105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06">
    <w:name w:val="xl106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7">
    <w:name w:val="xl107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108">
    <w:name w:val="xl108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9">
    <w:name w:val="xl109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0">
    <w:name w:val="xl110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1">
    <w:name w:val="xl11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2">
    <w:name w:val="xl112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3">
    <w:name w:val="xl113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4">
    <w:name w:val="xl114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5">
    <w:name w:val="xl115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6">
    <w:name w:val="xl116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7">
    <w:name w:val="xl117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8">
    <w:name w:val="xl118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9">
    <w:name w:val="xl119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20">
    <w:name w:val="xl120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21">
    <w:name w:val="xl121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03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314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F06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586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1545</TotalTime>
  <Pages>3</Pages>
  <Words>688</Words>
  <Characters>3923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USER5</cp:lastModifiedBy>
  <cp:revision>423</cp:revision>
  <cp:lastPrinted>2014-02-12T05:34:00Z</cp:lastPrinted>
  <dcterms:created xsi:type="dcterms:W3CDTF">2012-12-14T05:12:00Z</dcterms:created>
  <dcterms:modified xsi:type="dcterms:W3CDTF">2014-06-23T03:11:00Z</dcterms:modified>
</cp:coreProperties>
</file>