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E6" w:rsidRDefault="00940DE6" w:rsidP="00E47CA4">
      <w:pPr>
        <w:jc w:val="center"/>
        <w:rPr>
          <w:rFonts w:ascii="Times New Roman" w:hAnsi="Times New Roman" w:cs="Times New Roman"/>
          <w:sz w:val="28"/>
          <w:szCs w:val="28"/>
        </w:rPr>
      </w:pPr>
      <w:r w:rsidRPr="00725C58">
        <w:rPr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7.25pt">
            <v:imagedata r:id="rId5" o:title=""/>
          </v:shape>
        </w:pict>
      </w:r>
    </w:p>
    <w:p w:rsidR="00940DE6" w:rsidRPr="00354062" w:rsidRDefault="00940DE6" w:rsidP="00193736">
      <w:pPr>
        <w:pStyle w:val="Heading1"/>
        <w:spacing w:after="200"/>
        <w:jc w:val="center"/>
        <w:rPr>
          <w:rFonts w:ascii="Times New Roman" w:hAnsi="Times New Roman" w:cs="Times New Roman"/>
          <w:spacing w:val="94"/>
          <w:sz w:val="28"/>
          <w:szCs w:val="28"/>
        </w:rPr>
      </w:pPr>
      <w:r w:rsidRPr="00354062">
        <w:rPr>
          <w:rFonts w:ascii="Times New Roman" w:hAnsi="Times New Roman" w:cs="Times New Roman"/>
          <w:spacing w:val="94"/>
          <w:sz w:val="28"/>
          <w:szCs w:val="28"/>
        </w:rPr>
        <w:t>ДУМА ДАЛЬНЕРЕЧЕНСКОГО</w:t>
      </w:r>
    </w:p>
    <w:p w:rsidR="00940DE6" w:rsidRPr="00354062" w:rsidRDefault="00940DE6" w:rsidP="001937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4062">
        <w:rPr>
          <w:rFonts w:ascii="Times New Roman" w:hAnsi="Times New Roman" w:cs="Times New Roman"/>
          <w:spacing w:val="94"/>
          <w:sz w:val="28"/>
          <w:szCs w:val="28"/>
        </w:rPr>
        <w:t>ГОРОДСКОГО ОКРУГА</w:t>
      </w:r>
    </w:p>
    <w:p w:rsidR="00940DE6" w:rsidRDefault="00940DE6" w:rsidP="001937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40DE6" w:rsidRPr="00193736" w:rsidRDefault="00940DE6" w:rsidP="0019373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3736"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:rsidR="00940DE6" w:rsidRPr="00193736" w:rsidRDefault="00940DE6" w:rsidP="001937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40DE6" w:rsidRDefault="00940DE6" w:rsidP="00A51E1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7116F">
        <w:rPr>
          <w:rFonts w:ascii="Times New Roman" w:hAnsi="Times New Roman" w:cs="Times New Roman"/>
          <w:sz w:val="28"/>
          <w:szCs w:val="28"/>
        </w:rPr>
        <w:t xml:space="preserve">ая 2015г.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7116F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940DE6" w:rsidRDefault="00940DE6" w:rsidP="00A51E1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40DE6" w:rsidRDefault="00940DE6" w:rsidP="00A7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E19">
        <w:rPr>
          <w:rFonts w:ascii="Times New Roman" w:hAnsi="Times New Roman" w:cs="Times New Roman"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Положения</w:t>
      </w:r>
    </w:p>
    <w:p w:rsidR="00940DE6" w:rsidRDefault="00940DE6" w:rsidP="00A7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 порядке оказания поддержки гражданам </w:t>
      </w:r>
    </w:p>
    <w:p w:rsidR="00940DE6" w:rsidRDefault="00940DE6" w:rsidP="00A7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их объединениям, участвующим в охране </w:t>
      </w:r>
    </w:p>
    <w:p w:rsidR="00940DE6" w:rsidRDefault="00940DE6" w:rsidP="00A7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общественного порядка, создания условий </w:t>
      </w:r>
    </w:p>
    <w:p w:rsidR="00940DE6" w:rsidRDefault="00940DE6" w:rsidP="00A7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деятельности народных дружин на территории</w:t>
      </w:r>
    </w:p>
    <w:p w:rsidR="00940DE6" w:rsidRDefault="00940DE6" w:rsidP="00A711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Дальнереченского городского округа»</w:t>
      </w:r>
    </w:p>
    <w:p w:rsidR="00940DE6" w:rsidRDefault="00940DE6" w:rsidP="00A51E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DE6" w:rsidRDefault="00940DE6" w:rsidP="00A51E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DE6" w:rsidRDefault="00940DE6" w:rsidP="00E252D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Федеральных законов: от 06.10.2003 г. № 131-ФЗ «Об общих принципах организации местного самоуправления  в Российской Федерации», от 02.04.2014г. № 44-ФЗ «Об участии граждан в охране общественного порядка», руководствуясь уставом Дальнереченского городского округа, Дума Дальнереченского городского округа </w:t>
      </w:r>
    </w:p>
    <w:p w:rsidR="00940DE6" w:rsidRDefault="00940DE6" w:rsidP="00A7116F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:rsidR="00940DE6" w:rsidRDefault="00940DE6" w:rsidP="00A711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DE6" w:rsidRDefault="00940DE6" w:rsidP="00E252D8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Утвердить Положение </w:t>
      </w:r>
      <w:r w:rsidRPr="008973C5">
        <w:rPr>
          <w:rFonts w:ascii="Times New Roman" w:hAnsi="Times New Roman" w:cs="Times New Roman"/>
          <w:sz w:val="28"/>
          <w:szCs w:val="28"/>
        </w:rPr>
        <w:t>«О порядке оказания поддержки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3C5">
        <w:rPr>
          <w:rFonts w:ascii="Times New Roman" w:hAnsi="Times New Roman" w:cs="Times New Roman"/>
          <w:sz w:val="28"/>
          <w:szCs w:val="28"/>
        </w:rPr>
        <w:t>гражданам и</w:t>
      </w:r>
    </w:p>
    <w:p w:rsidR="00940DE6" w:rsidRDefault="00940DE6" w:rsidP="00E252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3C5">
        <w:rPr>
          <w:rFonts w:ascii="Times New Roman" w:hAnsi="Times New Roman" w:cs="Times New Roman"/>
          <w:sz w:val="28"/>
          <w:szCs w:val="28"/>
        </w:rPr>
        <w:t>их объединениям,</w:t>
      </w:r>
      <w:r>
        <w:rPr>
          <w:rFonts w:ascii="Times New Roman" w:hAnsi="Times New Roman" w:cs="Times New Roman"/>
          <w:sz w:val="28"/>
          <w:szCs w:val="28"/>
        </w:rPr>
        <w:t xml:space="preserve"> участвующим в охране  общественного порядка, создания</w:t>
      </w:r>
    </w:p>
    <w:p w:rsidR="00940DE6" w:rsidRDefault="00940DE6" w:rsidP="00E252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условий для деятельности народных дружин на территории Дальнереченского городского округа». (Приложение).</w:t>
      </w:r>
    </w:p>
    <w:p w:rsidR="00940DE6" w:rsidRDefault="00940DE6" w:rsidP="00E252D8">
      <w:pPr>
        <w:pStyle w:val="ListParagraph"/>
        <w:spacing w:after="0" w:line="360" w:lineRule="auto"/>
        <w:ind w:left="-45" w:firstLine="5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решение подлежит обнародованию и размещению на официальном сайте Дальнереченского городского округа.</w:t>
      </w:r>
    </w:p>
    <w:p w:rsidR="00940DE6" w:rsidRPr="00E252D8" w:rsidRDefault="00940DE6" w:rsidP="00E252D8">
      <w:pPr>
        <w:pStyle w:val="ListParagraph"/>
        <w:spacing w:after="0" w:line="360" w:lineRule="auto"/>
        <w:ind w:left="-45" w:firstLine="5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обнародования.</w:t>
      </w:r>
    </w:p>
    <w:p w:rsidR="00940DE6" w:rsidRPr="008973C5" w:rsidRDefault="00940DE6" w:rsidP="008973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40DE6" w:rsidRDefault="00940DE6" w:rsidP="008973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Дальнереченского </w:t>
      </w:r>
    </w:p>
    <w:p w:rsidR="00940DE6" w:rsidRDefault="00940DE6" w:rsidP="00E252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                                                                                    А.А. Павлов</w:t>
      </w:r>
    </w:p>
    <w:p w:rsidR="00940DE6" w:rsidRDefault="00940DE6" w:rsidP="001937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940DE6" w:rsidRDefault="00940DE6" w:rsidP="001937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</w:t>
      </w:r>
    </w:p>
    <w:p w:rsidR="00940DE6" w:rsidRDefault="00940DE6" w:rsidP="00286F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Дальнереченского городского округа</w:t>
      </w:r>
    </w:p>
    <w:p w:rsidR="00940DE6" w:rsidRDefault="00940DE6" w:rsidP="001937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от «    » мая 2015г.№    </w:t>
      </w:r>
    </w:p>
    <w:p w:rsidR="00940DE6" w:rsidRDefault="00940DE6" w:rsidP="00A71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0DE6" w:rsidRDefault="00940DE6" w:rsidP="00A711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0DE6" w:rsidRPr="005B54FA" w:rsidRDefault="00940DE6" w:rsidP="00A711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54FA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940DE6" w:rsidRDefault="00940DE6" w:rsidP="00A711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54FA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оказания поддержки гражданам и их объединениям, участвующим в охране общественного порядка, создании условий для деятельности народных дружин на территории </w:t>
      </w:r>
    </w:p>
    <w:p w:rsidR="00940DE6" w:rsidRDefault="00940DE6" w:rsidP="00A711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54FA">
        <w:rPr>
          <w:rFonts w:ascii="Times New Roman" w:hAnsi="Times New Roman" w:cs="Times New Roman"/>
          <w:b/>
          <w:bCs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40DE6" w:rsidRDefault="00940DE6" w:rsidP="00A711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40DE6" w:rsidRDefault="00940DE6" w:rsidP="00A711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40DE6" w:rsidRDefault="00940DE6" w:rsidP="00E252D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Положение о порядке оказания поддержки гражданам и их объединениям, участвующим в охране общественного порядка, создания условий для деятельности народных дружин на территории Дальнереченского городского округа (далее – Положение) разработано в целях укрепления охраны общественного порядка в Дальнереченском  городском  округе в соответствии с Федеральным законом от 02.04.2014г. № 44-ФЗ «Об участии в охране общественного порядка».</w:t>
      </w:r>
    </w:p>
    <w:p w:rsidR="00940DE6" w:rsidRDefault="00940DE6" w:rsidP="00A711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DE6" w:rsidRPr="009011A9" w:rsidRDefault="00940DE6" w:rsidP="00A7116F">
      <w:pPr>
        <w:pStyle w:val="PlainText"/>
        <w:numPr>
          <w:ilvl w:val="0"/>
          <w:numId w:val="7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9011A9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40DE6" w:rsidRDefault="00940DE6" w:rsidP="00286F1B">
      <w:pPr>
        <w:pStyle w:val="PlainText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40DE6" w:rsidRDefault="00940DE6" w:rsidP="00286F1B">
      <w:pPr>
        <w:pStyle w:val="PlainText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Добровольная народная дружина (далее ДНД) по охране общественного порядка создается в целях оказания содействия органам местного самоуправления и правоохранительным органам в решении задач по обеспечению общественного порядка, защите жизни, здоровья, чести и достоинства человека, собственности и интересов общества и государства от преступных и иных противоправных посягательств, совершаемых в общественных местах.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:rsidR="00940DE6" w:rsidRDefault="00940DE6" w:rsidP="00286F1B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своей деятельности ДНД руководствуется Конституцией Российской Федерации, Федеральным законом № 44-ФЗ от 2 апреля 2014 года «Об участии граждан в охране общественного порядка» и  иными нормативными правовыми актами  Российской Федерации,  Приморского края, Уставом Дальнереченского городского округа, решениями Думы Дальнереченского городского округа, постановлениями и распоряжениями главы  администрации Дальнереченского городского округа, приказами начальника МО МВД России «Дальнереченский» и настоящим положением.</w:t>
      </w:r>
    </w:p>
    <w:p w:rsidR="00940DE6" w:rsidRDefault="00940DE6" w:rsidP="00286F1B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:rsidR="00940DE6" w:rsidRDefault="00940DE6" w:rsidP="00286F1B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Деятельность ДНД основывается на принципах законности, гуманизма, добровольности, уважения личности, а также соблюдения прав и свобод человека и гражданина.</w:t>
      </w:r>
    </w:p>
    <w:p w:rsidR="00940DE6" w:rsidRDefault="00940DE6" w:rsidP="00286F1B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Взаимодействия с органами внутренних дел (полицией) иными правоохранительными органами, органами государственной власти и местного самоуправления.</w:t>
      </w:r>
    </w:p>
    <w:p w:rsidR="00940DE6" w:rsidRDefault="00940DE6" w:rsidP="00685907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40DE6" w:rsidRDefault="00940DE6" w:rsidP="00286F1B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Недопустимости подмены полномочий органов внутренних дел (полиции), иных правоохранительных органов, органов государственной власти и местного самоуправления.</w:t>
      </w:r>
    </w:p>
    <w:p w:rsidR="00940DE6" w:rsidRDefault="00940DE6" w:rsidP="00193736">
      <w:pPr>
        <w:pStyle w:val="PlainText"/>
        <w:ind w:firstLine="720"/>
        <w:rPr>
          <w:rFonts w:ascii="Times New Roman" w:hAnsi="Times New Roman" w:cs="Times New Roman"/>
          <w:sz w:val="28"/>
          <w:szCs w:val="28"/>
        </w:rPr>
      </w:pPr>
    </w:p>
    <w:p w:rsidR="00940DE6" w:rsidRDefault="00940DE6" w:rsidP="00A7116F">
      <w:pPr>
        <w:pStyle w:val="PlainTex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2. Полномочия  органов местного самоуправления </w:t>
      </w:r>
      <w:r w:rsidRPr="005B54FA">
        <w:rPr>
          <w:rFonts w:ascii="Times New Roman" w:hAnsi="Times New Roman" w:cs="Times New Roman"/>
          <w:b/>
          <w:bCs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по оказанию поддержки гражданам и их объединениям, участвующим в охране общественного порядка, созданию, условий для деятельности народных дружин на территории </w:t>
      </w:r>
      <w:r w:rsidRPr="005B54FA">
        <w:rPr>
          <w:rFonts w:ascii="Times New Roman" w:hAnsi="Times New Roman" w:cs="Times New Roman"/>
          <w:b/>
          <w:bCs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40DE6" w:rsidRDefault="00940DE6" w:rsidP="00A7116F">
      <w:pPr>
        <w:pStyle w:val="PlainTex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40DE6" w:rsidRDefault="00940DE6" w:rsidP="00A7116F">
      <w:pPr>
        <w:pStyle w:val="PlainTex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40DE6" w:rsidRDefault="00940DE6" w:rsidP="00685907">
      <w:pPr>
        <w:pStyle w:val="PlainText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7F1317">
        <w:rPr>
          <w:rFonts w:ascii="Times New Roman" w:hAnsi="Times New Roman" w:cs="Times New Roman"/>
          <w:b/>
          <w:bCs/>
          <w:sz w:val="28"/>
          <w:szCs w:val="28"/>
        </w:rPr>
        <w:t>К полномочиям Думы 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в сфере оказания поддержки гражданам и их объединениям, участвующим в охране общественного порядка, создание условий их деятельности  народных дружин на территории  Дальнереченского городского округа относятся:</w:t>
      </w:r>
    </w:p>
    <w:p w:rsidR="00940DE6" w:rsidRDefault="00940DE6" w:rsidP="007F131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2.1.1. Принятие нормативных правовых актов по вопросам оказания поддержки гражданами их объединениям, участвующим в охране общественного порядка, создание условий их деятельности  народных дружин на территории  Дальнереченского городского округа.</w:t>
      </w:r>
    </w:p>
    <w:p w:rsidR="00940DE6" w:rsidRDefault="00940DE6" w:rsidP="007F1317">
      <w:pPr>
        <w:pStyle w:val="PlainText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2.1.2. Утверждение  расходов бюджета Дальнереченского городского округа на очередной финансовый год по оказанию поддержки гражданами их объединениям, участвующим в охране общественного порядка, создание условий их деятельности  народных дружин на территории  Дальнереченского городского округа, при принятии решения о бюджете Дальнереченского городского округа на очередной финансовый год.</w:t>
      </w:r>
    </w:p>
    <w:p w:rsidR="00940DE6" w:rsidRDefault="00940DE6" w:rsidP="007F131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2.1.3. Установление границ территории, на которой может быть создана народная дружина. При этом на одной территории, как правило, может быть создана только одна народная дружина.</w:t>
      </w:r>
    </w:p>
    <w:p w:rsidR="00940DE6" w:rsidRDefault="00940DE6" w:rsidP="00A7116F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7F131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27007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7F1317">
        <w:rPr>
          <w:rFonts w:ascii="Times New Roman" w:hAnsi="Times New Roman" w:cs="Times New Roman"/>
          <w:b/>
          <w:bCs/>
          <w:sz w:val="28"/>
          <w:szCs w:val="28"/>
        </w:rPr>
        <w:t xml:space="preserve"> полномочиям администрации  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в сфере оказания поддержки гражданам и их объединениям, участвующим в охране общественного порядка, создание условий их деятельности  народных дружин на территории  Дальнереченского городского округа относится:</w:t>
      </w:r>
    </w:p>
    <w:p w:rsidR="00940DE6" w:rsidRDefault="00940DE6" w:rsidP="00685907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2.2.1. Подготовка предложений к проекту бюджета Дальнереченского городского округа по финансированию мероприятий, направленных на оказание поддержки гражданами их объединениям, участвующим в охране общественного порядка, создание условий их деятельности  народных дружин на территории  Дальнереченского городского округа.</w:t>
      </w:r>
    </w:p>
    <w:p w:rsidR="00940DE6" w:rsidRDefault="00940DE6" w:rsidP="00685907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2.2.2.Осуществление материально-технического обеспечения деятельности народных дружин, иных материальных средств необходимых для осуществления деятельности народных дружин, при выделении лимитов на данные цели из бюджета Дальнереченского городского округа.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2.2.3. Осуществление материального стимулирования, предоставления льгот и компенсации гражданам, участвующим в охране общественного порядка, при выделении лимитов на данные цели из бюджета Дальнереченского городского округа.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2.2.4. Оказание правовой поддержки гражданам и  их объединениям, участвующим в охране общественного порядка.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2.2.5. Оказание методической и консультативной помощи гражданам и  их объединениям,  участвующим в охране общественного порядка.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2.2.6. Оказание информационного обеспечения деятельности гражданам и  их объединениям,  участвующим в охране общественного порядка путём размещения информации об их деятельности в средствах массовой информации. 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2.2.7. Предоставление помещений, находящихся в собственности Дальнереченского городского округа для осуществления деятельности народных дружин при наличии помещений свободных от прав третьих лиц.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2.2.8. Изучение и доведение до сведений граждан и их объединений положительного опыта участия граждан в охране общественного порядка.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2.2.9. Взаимодействие по вопросам участия граждан  и их объединений,  участвующим в охране общественного порядка на территории Дальнереченского городского округа с органами внутренних дел, другими органами, уполномоченными осуществлять охрану общественного порядка.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2.2.10. Предоставление рекомендаций гражданам и их объединениям, участвующим в поиске лиц, пропавших без вести.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2.2.11. Предоставление гражданам, участвующим в поиске лиц, пропавших без вести, в порядке установленном законодательством Российской Федерации, общедоступной информации о лицах, пропавших без вести, месте их предполагаемого поиска, иную общедоступную информацию, необходимую для эффективного поиска лиц пропавших без вести.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2.2.12. Осуществление приёма и регистрации уведомлений о создании общественных объединений правоохранительной направленности.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2.2.13.Осуществление приёма и регистрации уведомлений о создании народных дружин.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2.2.14. Взаимодействие с народными дружинами по решению стоящих перед ними задач.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2.2.15. Согласование кандидатур командиров народных дружин, избранных членами народных дружин, осуществляющих руководство деятельности народных дружин.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2.2.16. Создание координирующих органов (штабов), в целях взаимо- действия и координации деятельностинародных дружин, в соответствии с порядком создания и деятельности, определяемом законом Приморского края.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2.2.17. Согласование планов народных дружин, мест и времени проведения мероприятий по охране общественного порядка, количество привлекаемых к участию в охране общественного порядка народных дружинников.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2.2.18. Определение порядка взаимодействия народных дружин с органами внутренних дел (полицией) и иными правоохранительными органами, сов-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местным решением народных дружин и  администрациейДальнереченского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округа, территориального органа федерального органа исполнительной власти всфере внутренних дел, иными правоохранитель-ными органами. 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2.2.19. Согласование назначения командиров народных дружин из числа членов казачьих обществ.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2.2.20. Согласование планов работы народных дружин из числа членов казачьих обществ, мест и времени проведения мероприятий по охране общественного порядка, количества привлекаемых к участию в охране общественного порядка народных дружинников из числа членов казачьих обществ, с атаманами окружных (отдельных) казачьих обществ, территориальным органом федерального органа исполнительной власти в сфере внутренних дел, иными правоохранительными органами.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2.2.21. Согласование руководства деятельностью народных дружин с командирами, избранными членами народных дружин.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2.2.22. Принятие решения о передаче во владение и (или) пользование муниципального имущества общественным объединениям правоохранительной направленности и народным дружинам, участвующим в охране общественного порядка на территории Дальнереченского городского округа в соответствии с муниципальными правовыми актами.</w:t>
      </w:r>
    </w:p>
    <w:p w:rsidR="00940DE6" w:rsidRDefault="00940DE6" w:rsidP="00685907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2.22.23. Осуществление иных полномочий в соответствии с действующим законодательством.</w:t>
      </w:r>
    </w:p>
    <w:p w:rsidR="00940DE6" w:rsidRDefault="00940DE6" w:rsidP="00A7116F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:rsidR="00940DE6" w:rsidRDefault="00940DE6" w:rsidP="00A7116F">
      <w:pPr>
        <w:pStyle w:val="PlainTex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1BCE">
        <w:rPr>
          <w:rFonts w:ascii="Times New Roman" w:hAnsi="Times New Roman" w:cs="Times New Roman"/>
          <w:b/>
          <w:bCs/>
          <w:sz w:val="28"/>
          <w:szCs w:val="28"/>
        </w:rPr>
        <w:t>3.Формы оказания поддержки гражданам и их объединениям, участвующим в охране общественного порядка, создания условий для деятельности народных дружин на территории Дальнереченского городского округа</w:t>
      </w:r>
    </w:p>
    <w:p w:rsidR="00940DE6" w:rsidRDefault="00940DE6" w:rsidP="00A7116F">
      <w:pPr>
        <w:pStyle w:val="PlainText"/>
        <w:rPr>
          <w:rFonts w:ascii="Times New Roman" w:hAnsi="Times New Roman" w:cs="Times New Roman"/>
          <w:b/>
          <w:bCs/>
          <w:sz w:val="28"/>
          <w:szCs w:val="28"/>
        </w:rPr>
      </w:pPr>
    </w:p>
    <w:p w:rsidR="00940DE6" w:rsidRDefault="00940DE6" w:rsidP="00A7116F">
      <w:pPr>
        <w:pStyle w:val="PlainText"/>
        <w:rPr>
          <w:rFonts w:ascii="Times New Roman" w:hAnsi="Times New Roman" w:cs="Times New Roman"/>
          <w:b/>
          <w:bCs/>
          <w:sz w:val="28"/>
          <w:szCs w:val="28"/>
        </w:rPr>
      </w:pPr>
    </w:p>
    <w:p w:rsidR="00940DE6" w:rsidRPr="007F1317" w:rsidRDefault="00940DE6" w:rsidP="00286F1B">
      <w:pPr>
        <w:pStyle w:val="PlainText"/>
        <w:ind w:left="720" w:hanging="720"/>
        <w:jc w:val="both"/>
        <w:rPr>
          <w:rFonts w:ascii="Times New Roman" w:hAnsi="Times New Roman" w:cs="Times New Roman"/>
          <w:sz w:val="28"/>
          <w:szCs w:val="28"/>
        </w:rPr>
      </w:pPr>
      <w:r w:rsidRPr="00524888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24888">
        <w:rPr>
          <w:rFonts w:ascii="Times New Roman" w:hAnsi="Times New Roman" w:cs="Times New Roman"/>
          <w:sz w:val="28"/>
          <w:szCs w:val="28"/>
        </w:rPr>
        <w:t xml:space="preserve"> Материально- техническое обеспечение:</w:t>
      </w:r>
    </w:p>
    <w:p w:rsidR="00940DE6" w:rsidRDefault="00940DE6" w:rsidP="00286F1B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3.1.1. Органы местного самоуправления Дальнереченского городского округа, при выделении лимитов из бюджета Дальнереченского городского округа на данные цели, выделяют средства на финансирование материально- технического обеспечения деятельности народных дружин, предоставляют народным дружинам, при их наличии помещения и технические средства, необходимые для осуществления их деятельности.</w:t>
      </w:r>
    </w:p>
    <w:p w:rsidR="00940DE6" w:rsidRDefault="00940DE6" w:rsidP="00286F1B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:rsidR="00940DE6" w:rsidRPr="00524888" w:rsidRDefault="00940DE6" w:rsidP="00524888">
      <w:pPr>
        <w:pStyle w:val="PlainText"/>
        <w:rPr>
          <w:rFonts w:ascii="Times New Roman" w:hAnsi="Times New Roman" w:cs="Times New Roman"/>
          <w:sz w:val="28"/>
          <w:szCs w:val="28"/>
        </w:rPr>
      </w:pPr>
      <w:r w:rsidRPr="00524888">
        <w:rPr>
          <w:rFonts w:ascii="Times New Roman" w:hAnsi="Times New Roman" w:cs="Times New Roman"/>
          <w:sz w:val="28"/>
          <w:szCs w:val="28"/>
        </w:rPr>
        <w:t>3.2. Материальное стимулирование, льготы и компенсации народных дружинников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40DE6" w:rsidRDefault="00940DE6" w:rsidP="00286F1B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695B">
        <w:rPr>
          <w:rFonts w:ascii="Times New Roman" w:hAnsi="Times New Roman" w:cs="Times New Roman"/>
          <w:sz w:val="28"/>
          <w:szCs w:val="28"/>
        </w:rPr>
        <w:t>3.2.1.</w:t>
      </w:r>
      <w:r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 Дальнереченского городского округа, при выделении лимитов из бюджета Дальнереченского городского округа на данные цели, осуществляют материальное стимулирование деятельности народных дружинников.</w:t>
      </w:r>
    </w:p>
    <w:p w:rsidR="00940DE6" w:rsidRDefault="00940DE6" w:rsidP="00286F1B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Органы местного самоуправления Дальнереченского городского округа, при выделении лимитов из бюджета Дальнереченского городского округа на данные цели, предоставляют народным дружинникам во время исполнения обязанностей народного дружинника проездные билеты городского и пригородного сообщения (за исключением такси) в пределах  территории Дальнереченского городского округа.</w:t>
      </w:r>
    </w:p>
    <w:p w:rsidR="00940DE6" w:rsidRDefault="00940DE6" w:rsidP="00286F1B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3.2.3. Органы местного самоуправления Дальнереченского городского округа, при выделении лимитов из бюджета Дальнереченского городского округа на данные цели, осуществляют личное страхование народных дружинников на период их участия в проводимых органами внутренних дел                  (полицией) или иными правоохранительными органами мероприятиях по охране общественного порядка, устанавливают дополнительные льготы и компенсации для народных дружинников,  гарантии правовой и социальной защиты членов семей народных дружинников в случае гибели народного дружинника в период участия в проводимых органами внутренних дел                     (полицией)  или иными правоохранительными органами мероприятиях по охране общественного порядка, а также используют иные формы их материальной заинтересованности и социальной защиты, не противоречащие законодательству Российской Федерации.</w:t>
      </w:r>
    </w:p>
    <w:p w:rsidR="00940DE6" w:rsidRDefault="00940DE6" w:rsidP="00286F1B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3.2.4. Порядок предоставления органами местного самоуправления народным дружинникам льгот и компенсаций устанавливается законами Приморского края.</w:t>
      </w:r>
    </w:p>
    <w:p w:rsidR="00940DE6" w:rsidRDefault="00940DE6" w:rsidP="00286F1B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3.2.5. За успешное и добросовестное исполнение своих должностных обязанностей, продолжительную и безупречную службу, выполнения заданий особой важности и сложности для народных дружинников предусматриваются следующие виды поощрений:</w:t>
      </w:r>
    </w:p>
    <w:p w:rsidR="00940DE6" w:rsidRDefault="00940DE6" w:rsidP="00286F1B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объявление благодарности главы Дальнереченского городского округа, администрации Дальнереченского городского округа;</w:t>
      </w:r>
    </w:p>
    <w:p w:rsidR="00940DE6" w:rsidRDefault="00940DE6" w:rsidP="00286F1B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награждение Почетной грамотой главы Дальнереченского городского округа, администрации Дальнереченского городского округа.</w:t>
      </w:r>
    </w:p>
    <w:p w:rsidR="00940DE6" w:rsidRDefault="00940DE6" w:rsidP="00286F1B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:rsidR="00940DE6" w:rsidRPr="00524888" w:rsidRDefault="00940DE6" w:rsidP="00286F1B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524888">
        <w:rPr>
          <w:rFonts w:ascii="Times New Roman" w:hAnsi="Times New Roman" w:cs="Times New Roman"/>
          <w:sz w:val="28"/>
          <w:szCs w:val="28"/>
        </w:rPr>
        <w:t>3.3. Имущественная поддержка:</w:t>
      </w:r>
    </w:p>
    <w:p w:rsidR="00940DE6" w:rsidRDefault="00940DE6" w:rsidP="00286F1B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 Имущественная поддержка осуществляется путем передачи во владение и (или) пользование  муниципального имущества Дальнереченского городского округа общественным объединениям правоохранительной направленности и народным дружинам, участвующим в охране общественного порядка на территории Дальнереченского городского округа.</w:t>
      </w:r>
    </w:p>
    <w:p w:rsidR="00940DE6" w:rsidRDefault="00940DE6" w:rsidP="00286F1B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3.3.2.Предоставляемоеобщественным объединениям правоохранительной направленности  и народным дружинникам, участвующим в охране общественного порядка на территории Дальнереченского городского округа , имущество в рамках имущественной поддержки должно использоваться ими только по целевому назначению.</w:t>
      </w:r>
    </w:p>
    <w:p w:rsidR="00940DE6" w:rsidRDefault="00940DE6" w:rsidP="00286F1B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3.3.3.  Администрация Дальнереченского городского округа  формирует и ведет перечень муниципального имущества, свободного от права третьих лиц. Муниципальное имущество, включенное в данный перечень, может быть использовано в целях предоставления его во владение и ( или) пользование на долгосрочной основе общественным объединениям правоохранительной направленности и народным дружинам, участвующим в охране общественного порядка на территории Дальнереченского городского округа.</w:t>
      </w:r>
    </w:p>
    <w:p w:rsidR="00940DE6" w:rsidRDefault="00940DE6" w:rsidP="00286F1B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:rsidR="00940DE6" w:rsidRDefault="00940DE6" w:rsidP="00286F1B">
      <w:pPr>
        <w:pStyle w:val="PlainTex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24888">
        <w:rPr>
          <w:rFonts w:ascii="Times New Roman" w:hAnsi="Times New Roman" w:cs="Times New Roman"/>
          <w:sz w:val="28"/>
          <w:szCs w:val="28"/>
        </w:rPr>
        <w:t>3.4.  Информационная поддержка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940DE6" w:rsidRDefault="00940DE6" w:rsidP="00286F1B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  Информационная поддержка общественным объединениям правоохранительной направленности и народным дружинникам, участвующим в охране общественного порядка на территории Дальнереченского городского округа, осуществляется с целью пропаганды и популяризации деятельности указанных объединений, путем создания муниципальной информационной системы, а также обеспечения ее функционирования в целях реализации государственной политики в области поддержки граждан и их объединений, участвующим в охране общественного порядка на территории Дальнереченского городского округа.</w:t>
      </w:r>
    </w:p>
    <w:p w:rsidR="00940DE6" w:rsidRDefault="00940DE6" w:rsidP="00286F1B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3.4.2. Администрация Дальнереченского городского округа  в целях содействия гражданам, участвующим в поиске  лиц, пропавших без вести, размещает на официальном сайте в информационно-телекоммуникационной сети  « Интернет», а также в средствах массовой информации, общедоступную информацию о лицах, пропавших без вести, месте их предполагаемого поиска,  контактную информацию координаторов мероприятий по поиску лиц, пропавших без вести, иную общедоступную информацию,  необходимую для эффективного поиска  лиц, пропавших без вести.</w:t>
      </w:r>
    </w:p>
    <w:p w:rsidR="00940DE6" w:rsidRDefault="00940DE6" w:rsidP="00286F1B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:rsidR="00940DE6" w:rsidRPr="00524888" w:rsidRDefault="00940DE6" w:rsidP="00286F1B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524888">
        <w:rPr>
          <w:rFonts w:ascii="Times New Roman" w:hAnsi="Times New Roman" w:cs="Times New Roman"/>
          <w:sz w:val="28"/>
          <w:szCs w:val="28"/>
        </w:rPr>
        <w:t>3.5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24888">
        <w:rPr>
          <w:rFonts w:ascii="Times New Roman" w:hAnsi="Times New Roman" w:cs="Times New Roman"/>
          <w:sz w:val="28"/>
          <w:szCs w:val="28"/>
        </w:rPr>
        <w:t xml:space="preserve">  Консультативная  поддержка:</w:t>
      </w:r>
    </w:p>
    <w:p w:rsidR="00940DE6" w:rsidRDefault="00940DE6" w:rsidP="00286F1B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3.5.1.  Консультативная  поддержка гражданам и их объединениям, участвующим в охране  общественного  порядка  на территории Дальнереченского городского округа  осуществляется  путем:</w:t>
      </w:r>
    </w:p>
    <w:p w:rsidR="00940DE6" w:rsidRDefault="00940DE6" w:rsidP="00286F1B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организации  обмена передовым опытом и технологиями деятельности  общественных  объединений  правоохранительной направленности  и народных  дружин, участвующих в охране  общественного порядка на территории Дальнереченского городского округа:</w:t>
      </w:r>
    </w:p>
    <w:p w:rsidR="00940DE6" w:rsidRDefault="00940DE6" w:rsidP="00286F1B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выявления, обобщения  и  распространения  лучших  практик,  стандартов в работе, в том числе и этических стандартов.</w:t>
      </w:r>
    </w:p>
    <w:p w:rsidR="00940DE6" w:rsidRDefault="00940DE6" w:rsidP="00A7116F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:rsidR="00940DE6" w:rsidRDefault="00940DE6" w:rsidP="00A7116F">
      <w:pPr>
        <w:pStyle w:val="PlainTex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7541">
        <w:rPr>
          <w:rFonts w:ascii="Times New Roman" w:hAnsi="Times New Roman" w:cs="Times New Roman"/>
          <w:b/>
          <w:bCs/>
          <w:sz w:val="28"/>
          <w:szCs w:val="28"/>
        </w:rPr>
        <w:t>4. Финансовое  обеспечение  оказания  поддержки  общественным  объединениям  правоохранительной  направленности  и  народным  дружинам,  участвующим  в  охране  общественного  порядка  на  территории  Дальнереченского  городского  округа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40DE6" w:rsidRDefault="00940DE6" w:rsidP="00A7116F">
      <w:pPr>
        <w:pStyle w:val="PlainTex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40DE6" w:rsidRPr="00BB7541" w:rsidRDefault="00940DE6" w:rsidP="00524888">
      <w:pPr>
        <w:pStyle w:val="Plain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 Оказание  поддержки  общественным  объединениям  правоохранительной  направленности  и  народным  дружинам, участвующим  в  охране  общественного  порядка на  территории Дальнереченского  городского  округа,  является  расходным  обязательством  Дальнереченского  городского  округа.</w:t>
      </w:r>
    </w:p>
    <w:p w:rsidR="00940DE6" w:rsidRDefault="00940DE6" w:rsidP="00A7116F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:rsidR="00940DE6" w:rsidRDefault="00940DE6" w:rsidP="00A7116F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:rsidR="00940DE6" w:rsidRDefault="00940DE6" w:rsidP="00A7116F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:rsidR="00940DE6" w:rsidRDefault="00940DE6" w:rsidP="00A7116F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:rsidR="00940DE6" w:rsidRDefault="00940DE6" w:rsidP="00A7116F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:rsidR="00940DE6" w:rsidRDefault="00940DE6" w:rsidP="00A7116F">
      <w:pPr>
        <w:pStyle w:val="PlainText"/>
        <w:rPr>
          <w:rFonts w:ascii="Times New Roman" w:hAnsi="Times New Roman" w:cs="Times New Roman"/>
          <w:sz w:val="28"/>
          <w:szCs w:val="28"/>
        </w:rPr>
      </w:pPr>
    </w:p>
    <w:p w:rsidR="00940DE6" w:rsidRPr="005B54FA" w:rsidRDefault="00940DE6" w:rsidP="00A711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0DE6" w:rsidRPr="00A51E19" w:rsidRDefault="00940DE6" w:rsidP="00A51E19">
      <w:pPr>
        <w:rPr>
          <w:rFonts w:ascii="Times New Roman" w:hAnsi="Times New Roman" w:cs="Times New Roman"/>
          <w:sz w:val="28"/>
          <w:szCs w:val="28"/>
        </w:rPr>
      </w:pPr>
    </w:p>
    <w:sectPr w:rsidR="00940DE6" w:rsidRPr="00A51E19" w:rsidSect="00A7116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13D9D"/>
    <w:multiLevelType w:val="hybridMultilevel"/>
    <w:tmpl w:val="7152B51A"/>
    <w:lvl w:ilvl="0" w:tplc="76D424DC">
      <w:start w:val="1"/>
      <w:numFmt w:val="decimal"/>
      <w:lvlText w:val="%1."/>
      <w:lvlJc w:val="left"/>
      <w:pPr>
        <w:ind w:left="33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095" w:hanging="360"/>
      </w:pPr>
    </w:lvl>
    <w:lvl w:ilvl="2" w:tplc="0419001B">
      <w:start w:val="1"/>
      <w:numFmt w:val="lowerRoman"/>
      <w:lvlText w:val="%3."/>
      <w:lvlJc w:val="right"/>
      <w:pPr>
        <w:ind w:left="4815" w:hanging="180"/>
      </w:pPr>
    </w:lvl>
    <w:lvl w:ilvl="3" w:tplc="0419000F">
      <w:start w:val="1"/>
      <w:numFmt w:val="decimal"/>
      <w:lvlText w:val="%4."/>
      <w:lvlJc w:val="left"/>
      <w:pPr>
        <w:ind w:left="5535" w:hanging="360"/>
      </w:pPr>
    </w:lvl>
    <w:lvl w:ilvl="4" w:tplc="04190019">
      <w:start w:val="1"/>
      <w:numFmt w:val="lowerLetter"/>
      <w:lvlText w:val="%5."/>
      <w:lvlJc w:val="left"/>
      <w:pPr>
        <w:ind w:left="6255" w:hanging="360"/>
      </w:pPr>
    </w:lvl>
    <w:lvl w:ilvl="5" w:tplc="0419001B">
      <w:start w:val="1"/>
      <w:numFmt w:val="lowerRoman"/>
      <w:lvlText w:val="%6."/>
      <w:lvlJc w:val="right"/>
      <w:pPr>
        <w:ind w:left="6975" w:hanging="180"/>
      </w:pPr>
    </w:lvl>
    <w:lvl w:ilvl="6" w:tplc="0419000F">
      <w:start w:val="1"/>
      <w:numFmt w:val="decimal"/>
      <w:lvlText w:val="%7."/>
      <w:lvlJc w:val="left"/>
      <w:pPr>
        <w:ind w:left="7695" w:hanging="360"/>
      </w:pPr>
    </w:lvl>
    <w:lvl w:ilvl="7" w:tplc="04190019">
      <w:start w:val="1"/>
      <w:numFmt w:val="lowerLetter"/>
      <w:lvlText w:val="%8."/>
      <w:lvlJc w:val="left"/>
      <w:pPr>
        <w:ind w:left="8415" w:hanging="360"/>
      </w:pPr>
    </w:lvl>
    <w:lvl w:ilvl="8" w:tplc="0419001B">
      <w:start w:val="1"/>
      <w:numFmt w:val="lowerRoman"/>
      <w:lvlText w:val="%9."/>
      <w:lvlJc w:val="right"/>
      <w:pPr>
        <w:ind w:left="9135" w:hanging="180"/>
      </w:pPr>
    </w:lvl>
  </w:abstractNum>
  <w:abstractNum w:abstractNumId="1">
    <w:nsid w:val="18D4316F"/>
    <w:multiLevelType w:val="hybridMultilevel"/>
    <w:tmpl w:val="EF7E38B0"/>
    <w:lvl w:ilvl="0" w:tplc="A9F0EE5C">
      <w:start w:val="1"/>
      <w:numFmt w:val="decimal"/>
      <w:lvlText w:val="%1."/>
      <w:lvlJc w:val="left"/>
      <w:pPr>
        <w:ind w:left="750" w:hanging="360"/>
      </w:p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2F546AF7"/>
    <w:multiLevelType w:val="hybridMultilevel"/>
    <w:tmpl w:val="7FA8B472"/>
    <w:lvl w:ilvl="0" w:tplc="7EEECCC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47D863FC"/>
    <w:multiLevelType w:val="hybridMultilevel"/>
    <w:tmpl w:val="3E5E1F6C"/>
    <w:lvl w:ilvl="0" w:tplc="E6DAFB4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452A0C"/>
    <w:multiLevelType w:val="hybridMultilevel"/>
    <w:tmpl w:val="5EAAFE4E"/>
    <w:lvl w:ilvl="0" w:tplc="29C009FC">
      <w:start w:val="1"/>
      <w:numFmt w:val="decimal"/>
      <w:lvlText w:val="%1."/>
      <w:lvlJc w:val="left"/>
      <w:pPr>
        <w:ind w:left="1200" w:hanging="360"/>
      </w:p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>
      <w:start w:val="1"/>
      <w:numFmt w:val="lowerRoman"/>
      <w:lvlText w:val="%3."/>
      <w:lvlJc w:val="right"/>
      <w:pPr>
        <w:ind w:left="2640" w:hanging="180"/>
      </w:pPr>
    </w:lvl>
    <w:lvl w:ilvl="3" w:tplc="0419000F">
      <w:start w:val="1"/>
      <w:numFmt w:val="decimal"/>
      <w:lvlText w:val="%4."/>
      <w:lvlJc w:val="left"/>
      <w:pPr>
        <w:ind w:left="3360" w:hanging="360"/>
      </w:pPr>
    </w:lvl>
    <w:lvl w:ilvl="4" w:tplc="04190019">
      <w:start w:val="1"/>
      <w:numFmt w:val="lowerLetter"/>
      <w:lvlText w:val="%5."/>
      <w:lvlJc w:val="left"/>
      <w:pPr>
        <w:ind w:left="4080" w:hanging="360"/>
      </w:pPr>
    </w:lvl>
    <w:lvl w:ilvl="5" w:tplc="0419001B">
      <w:start w:val="1"/>
      <w:numFmt w:val="lowerRoman"/>
      <w:lvlText w:val="%6."/>
      <w:lvlJc w:val="right"/>
      <w:pPr>
        <w:ind w:left="4800" w:hanging="180"/>
      </w:pPr>
    </w:lvl>
    <w:lvl w:ilvl="6" w:tplc="0419000F">
      <w:start w:val="1"/>
      <w:numFmt w:val="decimal"/>
      <w:lvlText w:val="%7."/>
      <w:lvlJc w:val="left"/>
      <w:pPr>
        <w:ind w:left="5520" w:hanging="360"/>
      </w:pPr>
    </w:lvl>
    <w:lvl w:ilvl="7" w:tplc="04190019">
      <w:start w:val="1"/>
      <w:numFmt w:val="lowerLetter"/>
      <w:lvlText w:val="%8."/>
      <w:lvlJc w:val="left"/>
      <w:pPr>
        <w:ind w:left="6240" w:hanging="360"/>
      </w:pPr>
    </w:lvl>
    <w:lvl w:ilvl="8" w:tplc="0419001B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637668C7"/>
    <w:multiLevelType w:val="hybridMultilevel"/>
    <w:tmpl w:val="3E5E1F6C"/>
    <w:lvl w:ilvl="0" w:tplc="E6DAFB4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72F9"/>
    <w:rsid w:val="000268AF"/>
    <w:rsid w:val="000437A7"/>
    <w:rsid w:val="0008240E"/>
    <w:rsid w:val="00086F67"/>
    <w:rsid w:val="0012681A"/>
    <w:rsid w:val="00176282"/>
    <w:rsid w:val="001829EC"/>
    <w:rsid w:val="00193736"/>
    <w:rsid w:val="0019695B"/>
    <w:rsid w:val="001C3C41"/>
    <w:rsid w:val="001D57E5"/>
    <w:rsid w:val="0020216C"/>
    <w:rsid w:val="00250322"/>
    <w:rsid w:val="00286F1B"/>
    <w:rsid w:val="00293074"/>
    <w:rsid w:val="00354062"/>
    <w:rsid w:val="003C02DA"/>
    <w:rsid w:val="003D6E15"/>
    <w:rsid w:val="00440CA7"/>
    <w:rsid w:val="004736CB"/>
    <w:rsid w:val="00524888"/>
    <w:rsid w:val="00525200"/>
    <w:rsid w:val="00527007"/>
    <w:rsid w:val="005751B1"/>
    <w:rsid w:val="0057780B"/>
    <w:rsid w:val="005A72F9"/>
    <w:rsid w:val="005B54FA"/>
    <w:rsid w:val="00685907"/>
    <w:rsid w:val="00692FD5"/>
    <w:rsid w:val="006D6461"/>
    <w:rsid w:val="00725C58"/>
    <w:rsid w:val="00730BF5"/>
    <w:rsid w:val="00754DA4"/>
    <w:rsid w:val="0077022D"/>
    <w:rsid w:val="007920C1"/>
    <w:rsid w:val="007F1317"/>
    <w:rsid w:val="00850E86"/>
    <w:rsid w:val="00865A09"/>
    <w:rsid w:val="008973C5"/>
    <w:rsid w:val="008D7D30"/>
    <w:rsid w:val="008E6320"/>
    <w:rsid w:val="009011A9"/>
    <w:rsid w:val="00940DE6"/>
    <w:rsid w:val="00941DF8"/>
    <w:rsid w:val="00944228"/>
    <w:rsid w:val="00994CA3"/>
    <w:rsid w:val="0099663C"/>
    <w:rsid w:val="009B2794"/>
    <w:rsid w:val="00A24177"/>
    <w:rsid w:val="00A4492D"/>
    <w:rsid w:val="00A51E19"/>
    <w:rsid w:val="00A7116F"/>
    <w:rsid w:val="00A87BD1"/>
    <w:rsid w:val="00AD1D36"/>
    <w:rsid w:val="00B2714C"/>
    <w:rsid w:val="00B35352"/>
    <w:rsid w:val="00B53A40"/>
    <w:rsid w:val="00BA455B"/>
    <w:rsid w:val="00BB7541"/>
    <w:rsid w:val="00BC2080"/>
    <w:rsid w:val="00C522A6"/>
    <w:rsid w:val="00CE4E13"/>
    <w:rsid w:val="00CF1258"/>
    <w:rsid w:val="00D02493"/>
    <w:rsid w:val="00D50817"/>
    <w:rsid w:val="00D74FE3"/>
    <w:rsid w:val="00E252D8"/>
    <w:rsid w:val="00E47CA4"/>
    <w:rsid w:val="00E71E69"/>
    <w:rsid w:val="00E81BCE"/>
    <w:rsid w:val="00EC02A5"/>
    <w:rsid w:val="00EE3600"/>
    <w:rsid w:val="00F12003"/>
    <w:rsid w:val="00F732FB"/>
    <w:rsid w:val="00FB6737"/>
    <w:rsid w:val="00FF6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0C1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93736"/>
    <w:pPr>
      <w:keepNext/>
      <w:tabs>
        <w:tab w:val="num" w:pos="0"/>
      </w:tabs>
      <w:suppressAutoHyphens/>
      <w:spacing w:after="0" w:line="240" w:lineRule="auto"/>
      <w:outlineLvl w:val="0"/>
    </w:pPr>
    <w:rPr>
      <w:sz w:val="26"/>
      <w:szCs w:val="26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F1258"/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7920C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E47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7CA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8E632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semiHidden/>
    <w:rsid w:val="00A7116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A7116F"/>
    <w:rPr>
      <w:rFonts w:ascii="Consolas" w:hAnsi="Consolas" w:cs="Consolas"/>
      <w:sz w:val="21"/>
      <w:szCs w:val="21"/>
      <w:lang w:val="ru-RU" w:eastAsia="en-US"/>
    </w:rPr>
  </w:style>
  <w:style w:type="paragraph" w:customStyle="1" w:styleId="1">
    <w:name w:val="1"/>
    <w:basedOn w:val="Normal"/>
    <w:uiPriority w:val="99"/>
    <w:rsid w:val="0019373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6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2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8</Pages>
  <Words>2441</Words>
  <Characters>13917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duma03</cp:lastModifiedBy>
  <cp:revision>4</cp:revision>
  <cp:lastPrinted>2015-05-21T04:36:00Z</cp:lastPrinted>
  <dcterms:created xsi:type="dcterms:W3CDTF">2015-05-20T07:27:00Z</dcterms:created>
  <dcterms:modified xsi:type="dcterms:W3CDTF">2015-05-21T04:41:00Z</dcterms:modified>
</cp:coreProperties>
</file>